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BC6295" w:rsidRDefault="00BC6295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 w:rsidRPr="00BC6295">
        <w:rPr>
          <w:rFonts w:ascii="Arial" w:hAnsi="Arial" w:cs="Arial"/>
          <w:b/>
          <w:sz w:val="48"/>
          <w:szCs w:val="48"/>
        </w:rPr>
        <w:t>Sprint-1</w:t>
      </w:r>
    </w:p>
    <w:p w:rsidR="00C53A06" w:rsidRPr="00CC3D8F" w:rsidRDefault="00C53A06" w:rsidP="003C13DF">
      <w:pPr>
        <w:pStyle w:val="Title"/>
        <w:spacing w:before="0" w:after="0" w:line="360" w:lineRule="auto"/>
        <w:rPr>
          <w:sz w:val="44"/>
          <w:szCs w:val="44"/>
        </w:rPr>
      </w:pPr>
      <w:r w:rsidRPr="00CC3D8F">
        <w:rPr>
          <w:sz w:val="44"/>
          <w:szCs w:val="44"/>
        </w:rPr>
        <w:t>Test Case CAS_</w:t>
      </w:r>
      <w:r w:rsidR="00AF4B8F">
        <w:rPr>
          <w:sz w:val="44"/>
          <w:szCs w:val="44"/>
        </w:rPr>
        <w:t>MPDU_</w:t>
      </w:r>
      <w:bookmarkStart w:id="0" w:name="_GoBack"/>
      <w:bookmarkEnd w:id="0"/>
      <w:r w:rsidRPr="00CC3D8F">
        <w:rPr>
          <w:sz w:val="44"/>
          <w:szCs w:val="44"/>
        </w:rPr>
        <w:t>TC_001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A5188E" w:rsidP="00FE5351">
      <w:pPr>
        <w:pStyle w:val="Subtitle"/>
        <w:rPr>
          <w:sz w:val="40"/>
          <w:szCs w:val="40"/>
        </w:rPr>
      </w:pPr>
      <w:bookmarkStart w:id="1" w:name="PubDate"/>
      <w:r>
        <w:rPr>
          <w:sz w:val="40"/>
          <w:szCs w:val="40"/>
        </w:rPr>
        <w:t>August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680309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680309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680309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680309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4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489565052"/>
      <w:r>
        <w:lastRenderedPageBreak/>
        <w:t>Product Description</w:t>
      </w:r>
      <w:bookmarkEnd w:id="2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489565053"/>
      <w:r>
        <w:t>Purpose</w:t>
      </w:r>
      <w:bookmarkEnd w:id="3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prevent the processing of prescription refills if they are requested "too soon" after the last refill so that prescriptions are not over-distributed.  Prescript</w:t>
      </w:r>
      <w:r w:rsidR="0066795A">
        <w:t xml:space="preserve">ions are not auto-suspended. 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4" w:name="_Toc489565054"/>
      <w:r>
        <w:t>Scope</w:t>
      </w:r>
      <w:bookmarkEnd w:id="4"/>
    </w:p>
    <w:p w:rsidR="005612C0" w:rsidRDefault="006131A6" w:rsidP="006131A6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 prevent a Pharmacist from the processing of prescription refills if they are requested "too soon" after the last refill so that prescriptions are not over-distributed.  Prescriptions are not auto-suspended.    </w:t>
      </w:r>
      <w:bookmarkStart w:id="5" w:name="_Toc489564996"/>
      <w:bookmarkStart w:id="6" w:name="_Toc489565055"/>
    </w:p>
    <w:p w:rsidR="00F16735" w:rsidRDefault="00F16735" w:rsidP="005612C0">
      <w:pPr>
        <w:pStyle w:val="Heading1"/>
      </w:pPr>
      <w:r>
        <w:t>Test Case</w:t>
      </w:r>
      <w:bookmarkEnd w:id="5"/>
      <w:bookmarkEnd w:id="6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CAS_TC_001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7CD2">
              <w:t>554325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2351AB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51AB">
              <w:t>920988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154237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586A95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Joe McGovern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613E4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13E48">
              <w:t>CAS PSO_7_497_20170803A.KID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687CD2">
              <w:t>OneVA</w:t>
            </w:r>
            <w:proofErr w:type="spellEnd"/>
            <w:r w:rsidRPr="00687CD2">
              <w:t xml:space="preserve"> Pharmacy functionality to fix the auto-suspend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Scenario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EB4B73" w:rsidRDefault="0057304B" w:rsidP="00573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304B">
              <w:t>As a VA Pharmacist</w:t>
            </w:r>
            <w:proofErr w:type="gramStart"/>
            <w:r>
              <w:t xml:space="preserve">, </w:t>
            </w:r>
            <w:r w:rsidRPr="0057304B">
              <w:t xml:space="preserve"> I</w:t>
            </w:r>
            <w:proofErr w:type="gramEnd"/>
            <w:r w:rsidRPr="0057304B">
              <w:t xml:space="preserve"> need the </w:t>
            </w:r>
            <w:proofErr w:type="spellStart"/>
            <w:r w:rsidRPr="0057304B">
              <w:t>OneVA</w:t>
            </w:r>
            <w:proofErr w:type="spellEnd"/>
            <w:r w:rsidRPr="0057304B">
              <w:t xml:space="preserve"> Pharmacy </w:t>
            </w:r>
            <w:r w:rsidR="006131A6">
              <w:t xml:space="preserve">software </w:t>
            </w:r>
            <w:r w:rsidR="006131A6" w:rsidRPr="006131A6">
              <w:t xml:space="preserve">Outpatient Pharmacy Prescription Processing </w:t>
            </w:r>
            <w:r w:rsidRPr="0057304B">
              <w:t>to prevent the processing of prescription refills if they are requested "too soon" after the last refill so that prescri</w:t>
            </w:r>
            <w:r>
              <w:t xml:space="preserve">ptions are not over-distributed. </w:t>
            </w:r>
            <w:r w:rsidRPr="0057304B">
              <w:t xml:space="preserve"> </w:t>
            </w:r>
            <w:r>
              <w:t>P</w:t>
            </w:r>
            <w:r w:rsidRPr="0057304B">
              <w:t xml:space="preserve">rescriptions are not auto-suspended.    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EB4B73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lastRenderedPageBreak/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</w:t>
            </w:r>
            <w:r w:rsidR="00195ED1">
              <w:t xml:space="preserve"> Program</w:t>
            </w:r>
            <w:r w:rsidRPr="0038065E">
              <w:t>.</w:t>
            </w:r>
          </w:p>
          <w:p w:rsidR="007276FE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276FE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DF3357">
              <w:t>OneVa</w:t>
            </w:r>
            <w:proofErr w:type="spellEnd"/>
            <w:r w:rsidRPr="00DF3357">
              <w:t xml:space="preserve"> Pharmacy flag must be turned on at both host and dispensing sites.</w:t>
            </w:r>
          </w:p>
          <w:p w:rsidR="007B348F" w:rsidRDefault="007B348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B348F" w:rsidRPr="00EB4B73" w:rsidRDefault="007B348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At least one prescription should exist for the target patient. This prescription needs to have an issue date in the past, at least one refill, and a gap of more than the </w:t>
            </w:r>
            <w:proofErr w:type="spellStart"/>
            <w:r>
              <w:t>days</w:t>
            </w:r>
            <w:proofErr w:type="spellEnd"/>
            <w:r>
              <w:t xml:space="preserve"> supply since the last refill.</w:t>
            </w: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t>Post-Condition</w:t>
            </w:r>
          </w:p>
        </w:tc>
        <w:tc>
          <w:tcPr>
            <w:tcW w:w="7218" w:type="dxa"/>
          </w:tcPr>
          <w:p w:rsidR="00190BAE" w:rsidRPr="00C42907" w:rsidRDefault="006131A6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31A6">
              <w:t xml:space="preserve">Upon entry of valid access and verify codes on </w:t>
            </w:r>
            <w:proofErr w:type="spellStart"/>
            <w:r w:rsidRPr="006131A6">
              <w:t>OutPatient</w:t>
            </w:r>
            <w:proofErr w:type="spellEnd"/>
            <w:r w:rsidRPr="006131A6">
              <w:t xml:space="preserve"> Pharmacy Prescription Processing system and processing </w:t>
            </w:r>
            <w:r w:rsidR="00530692">
              <w:t>will</w:t>
            </w:r>
            <w:r>
              <w:t xml:space="preserve"> deny </w:t>
            </w:r>
            <w:r w:rsidRPr="006131A6">
              <w:t>the reque</w:t>
            </w:r>
            <w:r>
              <w:t xml:space="preserve">st for </w:t>
            </w:r>
            <w:r w:rsidR="00530692">
              <w:t xml:space="preserve">a </w:t>
            </w:r>
            <w:r>
              <w:t xml:space="preserve">prescription refill to </w:t>
            </w:r>
            <w:r w:rsidRPr="006131A6">
              <w:t>be completed</w:t>
            </w:r>
            <w:r w:rsidR="00530692">
              <w:t xml:space="preserve"> if it is</w:t>
            </w:r>
            <w:r w:rsidR="00530692" w:rsidRPr="00530692">
              <w:t xml:space="preserve"> requested "too soon" after the last refill so that prescriptions are not over-distributed.</w:t>
            </w:r>
            <w:r w:rsidRPr="006131A6">
              <w:t>.</w:t>
            </w:r>
          </w:p>
        </w:tc>
      </w:tr>
    </w:tbl>
    <w:p w:rsidR="00C42907" w:rsidRDefault="00C42907" w:rsidP="00F16735"/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818"/>
        <w:gridCol w:w="7406"/>
        <w:gridCol w:w="730"/>
        <w:gridCol w:w="622"/>
      </w:tblGrid>
      <w:tr w:rsidR="00FA5037" w:rsidRPr="00457F69" w:rsidTr="00797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67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067430" w:rsidRDefault="00D21F5C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Log into the ‘HOST’ system </w:t>
            </w:r>
            <w:proofErr w:type="gramStart"/>
            <w:r w:rsidRPr="00D21F5C">
              <w:rPr>
                <w:color w:val="auto"/>
              </w:rPr>
              <w:t>CHYSHR .</w:t>
            </w:r>
            <w:proofErr w:type="gramEnd"/>
            <w:r w:rsidRPr="00D21F5C">
              <w:rPr>
                <w:color w:val="auto"/>
              </w:rPr>
              <w:t xml:space="preserve"> 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2A03B5" w:rsidRPr="008543A8" w:rsidRDefault="002A03B5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Choose </w:t>
            </w:r>
            <w:r w:rsidR="00D21F5C" w:rsidRPr="00D21F5C">
              <w:rPr>
                <w:color w:val="auto"/>
              </w:rPr>
              <w:t xml:space="preserve">Option </w:t>
            </w:r>
            <w:r w:rsidRPr="00D21F5C">
              <w:rPr>
                <w:color w:val="auto"/>
              </w:rPr>
              <w:t>‘PSO USER1’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D21F5C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Pr="00D21F5C">
              <w:rPr>
                <w:color w:val="auto"/>
              </w:rPr>
              <w:t xml:space="preserve">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0011F" w:rsidRPr="008543A8" w:rsidRDefault="00D0011F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Pr="00067430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When prompted for ‘Division’, select the division associated with the </w:t>
            </w:r>
            <w:proofErr w:type="spellStart"/>
            <w:r w:rsidRPr="00D21F5C">
              <w:rPr>
                <w:color w:val="auto"/>
              </w:rPr>
              <w:t>OneVa</w:t>
            </w:r>
            <w:proofErr w:type="spellEnd"/>
            <w:r w:rsidRPr="00D21F5C">
              <w:rPr>
                <w:color w:val="auto"/>
              </w:rPr>
              <w:t xml:space="preserve"> pharmacy instance.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E6EFD" w:rsidRPr="008543A8" w:rsidRDefault="00EE6EFD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Pr="00067430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86B4F" w:rsidRPr="008543A8" w:rsidRDefault="00786B4F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786B4F" w:rsidRPr="00067430" w:rsidRDefault="00786B4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When prompted ‘Right Margin’,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786B4F" w:rsidRDefault="00786B4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5B94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F5B94" w:rsidRPr="008543A8" w:rsidRDefault="003F5B94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F5B94" w:rsidRDefault="003F5B9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5B94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F5B94" w:rsidRPr="00067430" w:rsidRDefault="003F5B9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5B94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F5B94" w:rsidRDefault="003F5B9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5B94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F5B94" w:rsidRDefault="003F5B9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50DA" w:rsidRPr="00457F69" w:rsidTr="00FF50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F50DA" w:rsidRPr="008543A8" w:rsidRDefault="00FF50DA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F50DA" w:rsidRPr="00067430" w:rsidRDefault="00FF50DA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F50DA" w:rsidRPr="008543A8" w:rsidRDefault="00FF50D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F50DA" w:rsidRPr="008543A8" w:rsidRDefault="00FF50D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21F5C" w:rsidRPr="00457F69" w:rsidTr="00D21F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21F5C" w:rsidRDefault="00FF50DA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is taken to the next menu list for outpatient pharmacy.</w:t>
            </w:r>
          </w:p>
        </w:tc>
        <w:tc>
          <w:tcPr>
            <w:tcW w:w="381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067430" w:rsidRDefault="00C72523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Choose ‘Rx (Prescriptions)’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may be prompted for order summary.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C72523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067430" w:rsidRDefault="00C72523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‘Do you want an order Summary’,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Default="00C72523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The next outpatient pharmacy menu is displayed to the user.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067430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Choose Patient ‘Prescription Processing’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067430" w:rsidRDefault="00FF50DA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6406DC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067430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When prompted ‘Select </w:t>
            </w:r>
            <w:proofErr w:type="gramStart"/>
            <w:r w:rsidRPr="00FF50DA">
              <w:rPr>
                <w:color w:val="auto"/>
              </w:rPr>
              <w:t>PATIENT:’,</w:t>
            </w:r>
            <w:proofErr w:type="gramEnd"/>
            <w:r w:rsidRPr="00FF50DA">
              <w:rPr>
                <w:color w:val="auto"/>
              </w:rPr>
              <w:t xml:space="preserve"> enter the name of the patient.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Patient is selected and 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96199" w:rsidRPr="008543A8" w:rsidRDefault="00F96199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96199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6199" w:rsidRDefault="00F96199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‘Would you like to query prescriptions’, answer ‘YES’.</w:t>
            </w:r>
          </w:p>
        </w:tc>
        <w:tc>
          <w:tcPr>
            <w:tcW w:w="381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6199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6199" w:rsidRDefault="00F96199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HDR query is made to gather </w:t>
            </w:r>
            <w:proofErr w:type="spellStart"/>
            <w:r w:rsidRPr="00FF50DA">
              <w:rPr>
                <w:color w:val="auto"/>
              </w:rPr>
              <w:t>OneVA</w:t>
            </w:r>
            <w:proofErr w:type="spellEnd"/>
            <w:r w:rsidRPr="00FF50DA">
              <w:rPr>
                <w:color w:val="auto"/>
              </w:rPr>
              <w:t xml:space="preserve"> pharmacy prescriptions. No error messages should be returned.</w:t>
            </w:r>
          </w:p>
        </w:tc>
        <w:tc>
          <w:tcPr>
            <w:tcW w:w="381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ED4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1D1ED4" w:rsidRPr="008543A8" w:rsidRDefault="001D1ED4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1D1ED4" w:rsidRDefault="001D1ED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ED4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1D1ED4" w:rsidRDefault="001D1ED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‘Display Remote Data’, answer ‘NO’.</w:t>
            </w:r>
          </w:p>
        </w:tc>
        <w:tc>
          <w:tcPr>
            <w:tcW w:w="381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ED4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1D1ED4" w:rsidRDefault="001D1ED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ED4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1D1ED4" w:rsidRDefault="001D1ED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is taken to the next step/prompt.</w:t>
            </w:r>
          </w:p>
        </w:tc>
        <w:tc>
          <w:tcPr>
            <w:tcW w:w="381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68B4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768B4" w:rsidRPr="008543A8" w:rsidRDefault="005768B4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5768B4" w:rsidRDefault="005768B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483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B5483C" w:rsidRPr="008543A8" w:rsidRDefault="00B5483C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B5483C" w:rsidRDefault="00B5483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If prompted for ‘RX PATIENT </w:t>
            </w:r>
            <w:proofErr w:type="gramStart"/>
            <w:r w:rsidRPr="00FF50DA">
              <w:rPr>
                <w:color w:val="auto"/>
              </w:rPr>
              <w:t>STATUS’,</w:t>
            </w:r>
            <w:proofErr w:type="gramEnd"/>
            <w:r w:rsidRPr="00FF50DA">
              <w:rPr>
                <w:color w:val="auto"/>
              </w:rPr>
              <w:t xml:space="preserve"> press &lt;return&gt; if there is a default. Select a valid eligibility if none currently exist.</w:t>
            </w:r>
          </w:p>
        </w:tc>
        <w:tc>
          <w:tcPr>
            <w:tcW w:w="381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68B4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768B4" w:rsidRPr="008543A8" w:rsidRDefault="005768B4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768B4" w:rsidRDefault="005768B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68B4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768B4" w:rsidRPr="008543A8" w:rsidRDefault="005768B4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768B4" w:rsidRDefault="005768B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will be taking to the patient profile, where Eligibility, Disabilities and other information is displayed.</w:t>
            </w:r>
          </w:p>
        </w:tc>
        <w:tc>
          <w:tcPr>
            <w:tcW w:w="381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73DA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373DA" w:rsidRPr="008543A8" w:rsidRDefault="00D373DA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373DA" w:rsidRDefault="00D373D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483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B5483C" w:rsidRPr="008543A8" w:rsidRDefault="00B5483C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B5483C" w:rsidRDefault="00B5483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Press &lt;return&gt; until you reach the medication list.</w:t>
            </w:r>
          </w:p>
        </w:tc>
        <w:tc>
          <w:tcPr>
            <w:tcW w:w="381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73DA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373DA" w:rsidRPr="008543A8" w:rsidRDefault="00D373DA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373DA" w:rsidRDefault="00D373D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73DA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373DA" w:rsidRPr="008543A8" w:rsidRDefault="00D373DA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373DA" w:rsidRDefault="00B5483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will be taken to the medication list.</w:t>
            </w:r>
          </w:p>
        </w:tc>
        <w:tc>
          <w:tcPr>
            <w:tcW w:w="381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76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976FD" w:rsidRPr="00457F69" w:rsidRDefault="007976FD" w:rsidP="00457F69">
            <w:pPr>
              <w:pStyle w:val="ListNumber"/>
            </w:pPr>
          </w:p>
        </w:tc>
        <w:tc>
          <w:tcPr>
            <w:tcW w:w="3867" w:type="pct"/>
            <w:tcBorders>
              <w:bottom w:val="single" w:sz="4" w:space="0" w:color="auto"/>
            </w:tcBorders>
            <w:shd w:val="clear" w:color="auto" w:fill="auto"/>
          </w:tcPr>
          <w:p w:rsidR="007976FD" w:rsidRPr="00780967" w:rsidRDefault="007976FD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5163" w:rsidRPr="00457F69" w:rsidTr="00C851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85163" w:rsidRPr="00457F69" w:rsidRDefault="00C85163" w:rsidP="0066524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85163" w:rsidRPr="00457F69" w:rsidRDefault="00C85163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43A8">
              <w:t>Find a prescription on the host site that has had an original fill at a minimum. That fill should be sometime that spans more than the fill date + day</w:t>
            </w:r>
            <w:r w:rsidR="00070E8A">
              <w:t>’</w:t>
            </w:r>
            <w:r w:rsidRPr="008543A8">
              <w:t xml:space="preserve">s supply. </w:t>
            </w:r>
          </w:p>
        </w:tc>
        <w:tc>
          <w:tcPr>
            <w:tcW w:w="381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76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76FD" w:rsidRPr="00457F69" w:rsidRDefault="007976FD" w:rsidP="0066524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7976FD" w:rsidRPr="00780967" w:rsidRDefault="007976FD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76FD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976FD" w:rsidRPr="00457F69" w:rsidRDefault="007976FD" w:rsidP="0066524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7976FD" w:rsidRPr="00780967" w:rsidRDefault="007976FD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967">
              <w:t>A good example would be a prescription from 1/1/2017, with a day</w:t>
            </w:r>
            <w:r w:rsidR="00FF50DA">
              <w:t>’</w:t>
            </w:r>
            <w:r w:rsidRPr="00780967">
              <w:t>s supply of 30. The prescription can have refills, but the refills need to be in the past more than the day</w:t>
            </w:r>
            <w:r w:rsidR="00FF50DA">
              <w:t>’</w:t>
            </w:r>
            <w:r w:rsidRPr="00780967">
              <w:t>s supply.</w:t>
            </w:r>
          </w:p>
        </w:tc>
        <w:tc>
          <w:tcPr>
            <w:tcW w:w="381" w:type="pct"/>
            <w:vMerge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976FD" w:rsidRPr="00457F69" w:rsidRDefault="007976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5163" w:rsidRPr="00457F69" w:rsidTr="00C85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85163" w:rsidRPr="00457F69" w:rsidRDefault="00C85163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C85163" w:rsidRDefault="00C85163" w:rsidP="008543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5163" w:rsidRPr="00457F69" w:rsidTr="00C851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85163" w:rsidRPr="00457F69" w:rsidRDefault="00C85163" w:rsidP="00E7509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85163" w:rsidRPr="00457F69" w:rsidRDefault="00C85163" w:rsidP="008543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  <w:r w:rsidRPr="008543A8">
              <w:t>efill the prescription at the HOST site (CHYSHR in our case), using PSO LM BACKDOOR ORDERS</w:t>
            </w:r>
          </w:p>
        </w:tc>
        <w:tc>
          <w:tcPr>
            <w:tcW w:w="381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05C7" w:rsidRPr="00457F69" w:rsidTr="00E750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505C7" w:rsidRPr="00457F69" w:rsidRDefault="000505C7" w:rsidP="00E7509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505C7" w:rsidRDefault="000505C7" w:rsidP="008543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505C7" w:rsidRPr="00457F69" w:rsidTr="00E750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505C7" w:rsidRPr="00457F69" w:rsidRDefault="000505C7" w:rsidP="00E7509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Medication Profile            Aug 03, 2017@15:00:41          Page:    1 of    2 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>ZZTEST,PATIENT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 PID: </w:t>
            </w:r>
            <w:proofErr w:type="spellStart"/>
            <w:r w:rsidRPr="00070E8A">
              <w:rPr>
                <w:rFonts w:ascii="Courier New" w:hAnsi="Courier New" w:cs="Courier New"/>
                <w:sz w:val="18"/>
                <w:szCs w:val="18"/>
              </w:rPr>
              <w:t>xxxxxxxxxxx</w:t>
            </w:r>
            <w:proofErr w:type="spellEnd"/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</w:t>
            </w:r>
            <w:proofErr w:type="spellStart"/>
            <w:r w:rsidRPr="00070E8A">
              <w:rPr>
                <w:rFonts w:ascii="Courier New" w:hAnsi="Courier New" w:cs="Courier New"/>
                <w:sz w:val="18"/>
                <w:szCs w:val="18"/>
              </w:rPr>
              <w:t>Ht</w:t>
            </w:r>
            <w:proofErr w:type="spellEnd"/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(cm): _______ (______)   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 DOB: JAN 1,1960 (57)                             </w:t>
            </w:r>
            <w:proofErr w:type="spellStart"/>
            <w:r w:rsidRPr="00070E8A">
              <w:rPr>
                <w:rFonts w:ascii="Courier New" w:hAnsi="Courier New" w:cs="Courier New"/>
                <w:sz w:val="18"/>
                <w:szCs w:val="18"/>
              </w:rPr>
              <w:t>Wt</w:t>
            </w:r>
            <w:proofErr w:type="spellEnd"/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(kg): _______ (______)   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 SEX: FEMALE                            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070E8A">
              <w:rPr>
                <w:rFonts w:ascii="Courier New" w:hAnsi="Courier New" w:cs="Courier New"/>
                <w:sz w:val="18"/>
                <w:szCs w:val="18"/>
              </w:rPr>
              <w:t>CrCL</w:t>
            </w:r>
            <w:proofErr w:type="spellEnd"/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: &lt;Not Found&gt;                               BSA (m2): _______ 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                 ISSUE  LAST REF DAY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#  RX #         DRUG                                 QTY ST  DATE  FILL REM SUP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                                    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>-------------------------------------ACTIVE-------------------------------------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1 10000340      AMPICILLIN 250MG CAP                  30 A  01-19 04-07   9  30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2 763006        ARIPIPRAZOLE 20MG TAB                 30 E&gt; 06-07 06-07   0  30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3 763003$       IBUPROFEN 600MG TAB                   30 A&gt; 04-01 04-01  11  30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4 763002        METFORMIN HCL 500MG TAB               15 S&gt; 12-19 02-21   9  30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5 10000334$     NIACIN 250MG TAB                      30 A&gt; 01-03 02-10  10  30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6 763005        PSEUDO 60/TRIPROLIDINE 2.5MG TAB      30 A&gt; 06-07 06-07  11  30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7 10000336      TACROLIMUS 0.5MG CAP                  60 A&gt; 02-06 03-09  10  30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>----------------------------------DISCONTINUED----------------------------------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8 763001        ACETAMINOPHEN 325MG TAB               30 DC&gt;12-19 02-28   9  30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+         </w:t>
            </w:r>
            <w:proofErr w:type="gramStart"/>
            <w:r w:rsidRPr="00070E8A">
              <w:rPr>
                <w:rFonts w:ascii="Courier New" w:hAnsi="Courier New" w:cs="Courier New"/>
                <w:sz w:val="18"/>
                <w:szCs w:val="18"/>
              </w:rPr>
              <w:t>Enter ??</w:t>
            </w:r>
            <w:proofErr w:type="gramEnd"/>
            <w:r w:rsidRPr="00070E8A">
              <w:rPr>
                <w:rFonts w:ascii="Courier New" w:hAnsi="Courier New" w:cs="Courier New"/>
                <w:sz w:val="18"/>
                <w:szCs w:val="18"/>
              </w:rPr>
              <w:t xml:space="preserve"> for more actions                                             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>PU  Patient Record Update               NO  New Order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>PI  Patient Information                 SO  Select Order</w:t>
            </w:r>
          </w:p>
          <w:p w:rsidR="000505C7" w:rsidRPr="00070E8A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070E8A">
              <w:rPr>
                <w:rFonts w:ascii="Courier New" w:hAnsi="Courier New" w:cs="Courier New"/>
                <w:sz w:val="18"/>
                <w:szCs w:val="18"/>
              </w:rPr>
              <w:t>Select Action: Next Screen// ^</w:t>
            </w:r>
          </w:p>
          <w:p w:rsidR="000505C7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505C7" w:rsidRDefault="000505C7" w:rsidP="00E75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F6B1C">
              <w:t>This prescription was issued 1/19/2017, with the last refill of 4/7/17.</w:t>
            </w:r>
          </w:p>
        </w:tc>
        <w:tc>
          <w:tcPr>
            <w:tcW w:w="381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05C7" w:rsidRPr="00457F69" w:rsidTr="000505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505C7" w:rsidRPr="00457F69" w:rsidRDefault="000505C7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0505C7" w:rsidRDefault="000505C7" w:rsidP="00FB7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505C7" w:rsidRPr="00457F69" w:rsidTr="000505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505C7" w:rsidRPr="00457F69" w:rsidRDefault="000505C7" w:rsidP="000505C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505C7" w:rsidRPr="00457F69" w:rsidRDefault="000505C7" w:rsidP="00FB7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0085">
              <w:t>Using PSO LM BACKDOOR ORDERS at the HOST site, refill the prescription</w:t>
            </w:r>
          </w:p>
        </w:tc>
        <w:tc>
          <w:tcPr>
            <w:tcW w:w="381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05C7" w:rsidRPr="00457F69" w:rsidTr="000505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505C7" w:rsidRPr="00457F69" w:rsidRDefault="000505C7" w:rsidP="000505C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505C7" w:rsidRDefault="000505C7" w:rsidP="00FB7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505C7" w:rsidRPr="00457F69" w:rsidTr="000505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505C7" w:rsidRPr="00457F69" w:rsidRDefault="000505C7" w:rsidP="000505C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OP Medications (ACTIVE)       Aug 03, 2017@15:18:46          Page:    1 of    3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>ZZTEST,PATIENT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 PID: </w:t>
            </w:r>
            <w:proofErr w:type="spellStart"/>
            <w:r w:rsidRPr="00821337">
              <w:rPr>
                <w:rFonts w:ascii="Courier New" w:hAnsi="Courier New" w:cs="Courier New"/>
                <w:sz w:val="18"/>
                <w:szCs w:val="18"/>
              </w:rPr>
              <w:t>xxxxxxxxxxx</w:t>
            </w:r>
            <w:proofErr w:type="spellEnd"/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</w:t>
            </w:r>
            <w:proofErr w:type="spellStart"/>
            <w:r w:rsidRPr="00821337">
              <w:rPr>
                <w:rFonts w:ascii="Courier New" w:hAnsi="Courier New" w:cs="Courier New"/>
                <w:sz w:val="18"/>
                <w:szCs w:val="18"/>
              </w:rPr>
              <w:t>Ht</w:t>
            </w:r>
            <w:proofErr w:type="spellEnd"/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(cm): _______ (______)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 DOB: JAN 1,1960 (57)                             </w:t>
            </w:r>
            <w:proofErr w:type="spellStart"/>
            <w:r w:rsidRPr="00821337">
              <w:rPr>
                <w:rFonts w:ascii="Courier New" w:hAnsi="Courier New" w:cs="Courier New"/>
                <w:sz w:val="18"/>
                <w:szCs w:val="18"/>
              </w:rPr>
              <w:t>Wt</w:t>
            </w:r>
            <w:proofErr w:type="spellEnd"/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(kg): _______ (______)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 SEX: FEMALE                         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821337">
              <w:rPr>
                <w:rFonts w:ascii="Courier New" w:hAnsi="Courier New" w:cs="Courier New"/>
                <w:sz w:val="18"/>
                <w:szCs w:val="18"/>
              </w:rPr>
              <w:t>CrCL</w:t>
            </w:r>
            <w:proofErr w:type="spellEnd"/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: &lt;Not Found&gt;                               BSA (m2): _______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                                 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               Rx #: 10000340                                               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(#) *Orderable Item: AMPICILLIN CAP,ORAL ***(N/F)***                        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(#)            Drug: AMPICILLIN 250MG CAP ***(N/F)***                       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(2)             NDC: 00005-3586-23                                          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(3)         *Dosage: 250 (MG)                                               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               Verb: TAKE                                                   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     Dispense Units: 1                                                      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               Noun: CAPSULE                                                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             *Route: ORAL (BY MOUTH)                                        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          *Schedule: QAM                                                    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(4)Pat Instructions:                                                        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                SIG: TAKE ONE CAPSULE BY MOUTH EVERY MORNING                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+         </w:t>
            </w:r>
            <w:proofErr w:type="gramStart"/>
            <w:r w:rsidRPr="00821337">
              <w:rPr>
                <w:rFonts w:ascii="Courier New" w:hAnsi="Courier New" w:cs="Courier New"/>
                <w:sz w:val="18"/>
                <w:szCs w:val="18"/>
              </w:rPr>
              <w:t>Enter ??</w:t>
            </w:r>
            <w:proofErr w:type="gramEnd"/>
            <w:r w:rsidRPr="00821337">
              <w:rPr>
                <w:rFonts w:ascii="Courier New" w:hAnsi="Courier New" w:cs="Courier New"/>
                <w:sz w:val="18"/>
                <w:szCs w:val="18"/>
              </w:rPr>
              <w:t xml:space="preserve"> for more actions                                             </w:t>
            </w:r>
          </w:p>
          <w:p w:rsidR="000505C7" w:rsidRPr="0082133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>DC   Discontinue          PR   Partial              RL   Release</w:t>
            </w:r>
          </w:p>
          <w:p w:rsidR="000505C7" w:rsidRDefault="000505C7" w:rsidP="000505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337">
              <w:rPr>
                <w:rFonts w:ascii="Courier New" w:hAnsi="Courier New" w:cs="Courier New"/>
                <w:sz w:val="18"/>
                <w:szCs w:val="18"/>
              </w:rPr>
              <w:t>ED   Edit                 RF   Refill               RN   Renew</w:t>
            </w:r>
          </w:p>
        </w:tc>
        <w:tc>
          <w:tcPr>
            <w:tcW w:w="381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505C7" w:rsidRPr="00457F69" w:rsidRDefault="000505C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5163" w:rsidRPr="00457F69" w:rsidTr="00C85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85163" w:rsidRPr="00457F69" w:rsidRDefault="00C85163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C85163" w:rsidRDefault="00C85163" w:rsidP="00FB7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5163" w:rsidRPr="00457F69" w:rsidTr="00C851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85163" w:rsidRPr="00457F69" w:rsidRDefault="00C85163" w:rsidP="00C8516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85163" w:rsidRPr="00457F69" w:rsidRDefault="00C85163" w:rsidP="00FB7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78AB">
              <w:t xml:space="preserve">Select Action: Next Screen// RF   </w:t>
            </w:r>
            <w:proofErr w:type="gramStart"/>
            <w:r w:rsidRPr="00FB78AB">
              <w:t xml:space="preserve">Refill </w:t>
            </w:r>
            <w:r>
              <w:t>.</w:t>
            </w:r>
            <w:proofErr w:type="gramEnd"/>
            <w:r>
              <w:t xml:space="preserve"> Answer the prompts for FILL DATE, MAIL WINDOW, and any other prompts. FILL DATE should be ‘TODAY’.</w:t>
            </w:r>
          </w:p>
        </w:tc>
        <w:tc>
          <w:tcPr>
            <w:tcW w:w="381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5163" w:rsidRPr="00457F69" w:rsidTr="00C85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85163" w:rsidRPr="00457F69" w:rsidRDefault="00C85163" w:rsidP="00C8516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85163" w:rsidRDefault="00C85163" w:rsidP="00FB7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5163" w:rsidRPr="00457F69" w:rsidTr="00C851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85163" w:rsidRPr="00457F69" w:rsidRDefault="00C85163" w:rsidP="00C8516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85163" w:rsidRPr="00816221" w:rsidRDefault="00C85163" w:rsidP="00C851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16221">
              <w:rPr>
                <w:rFonts w:ascii="Courier New" w:hAnsi="Courier New" w:cs="Courier New"/>
                <w:sz w:val="18"/>
                <w:szCs w:val="18"/>
              </w:rPr>
              <w:t>FILL DATE:  (FEB 03, 2017-FEB 04, 2018): TODAY//  &lt;press return&gt; (AUG 03, 2017)</w:t>
            </w:r>
          </w:p>
          <w:p w:rsidR="00C85163" w:rsidRPr="00816221" w:rsidRDefault="00C85163" w:rsidP="00C851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16221">
              <w:rPr>
                <w:rFonts w:ascii="Courier New" w:hAnsi="Courier New" w:cs="Courier New"/>
                <w:sz w:val="18"/>
                <w:szCs w:val="18"/>
              </w:rPr>
              <w:t>MAIL/WINDOW: MAIL// &lt;press return&gt; MAIL</w:t>
            </w:r>
          </w:p>
          <w:p w:rsidR="00C85163" w:rsidRPr="00816221" w:rsidRDefault="00C85163" w:rsidP="00C851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816221">
              <w:rPr>
                <w:rFonts w:ascii="Courier New" w:hAnsi="Courier New" w:cs="Courier New"/>
                <w:sz w:val="18"/>
                <w:szCs w:val="18"/>
              </w:rPr>
              <w:t>Now refilling Rx# 10000340   Drug: AMPICILLIN 250MG CAP</w:t>
            </w:r>
          </w:p>
          <w:p w:rsidR="00C85163" w:rsidRPr="00816221" w:rsidRDefault="00C85163" w:rsidP="00C851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  <w:p w:rsidR="00C85163" w:rsidRDefault="00C85163" w:rsidP="00C851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16221">
              <w:rPr>
                <w:rFonts w:ascii="Courier New" w:hAnsi="Courier New" w:cs="Courier New"/>
                <w:sz w:val="18"/>
                <w:szCs w:val="18"/>
              </w:rPr>
              <w:t>Qty</w:t>
            </w:r>
            <w:proofErr w:type="spellEnd"/>
            <w:r w:rsidRPr="00816221">
              <w:rPr>
                <w:rFonts w:ascii="Courier New" w:hAnsi="Courier New" w:cs="Courier New"/>
                <w:sz w:val="18"/>
                <w:szCs w:val="18"/>
              </w:rPr>
              <w:t>: 30            Sig: TAKE ONE CAPSULE BY MOUTH EVERY MORNING</w:t>
            </w:r>
          </w:p>
        </w:tc>
        <w:tc>
          <w:tcPr>
            <w:tcW w:w="381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85163" w:rsidRPr="00457F69" w:rsidRDefault="00C8516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C6119" w:rsidRPr="00457F69" w:rsidTr="006C61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C6119" w:rsidRPr="00457F69" w:rsidRDefault="006C6119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6C6119" w:rsidRDefault="006C6119" w:rsidP="00FB7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C6119" w:rsidRPr="00457F69" w:rsidRDefault="006C611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6C6119" w:rsidRPr="00457F69" w:rsidRDefault="006C611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C6119" w:rsidRPr="00457F69" w:rsidTr="006C6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C6119" w:rsidRPr="00457F69" w:rsidRDefault="006C6119" w:rsidP="006C611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C6119" w:rsidRPr="00457F69" w:rsidRDefault="006C6119" w:rsidP="00FB78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78AB">
              <w:t>Press Return to Continue: &lt;press 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6C6119" w:rsidRPr="00457F69" w:rsidRDefault="006C6119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C6119" w:rsidRPr="00457F69" w:rsidRDefault="006C6119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C6119" w:rsidRPr="00457F69" w:rsidTr="006C61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C6119" w:rsidRPr="00457F69" w:rsidRDefault="006C6119" w:rsidP="006C611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C6119" w:rsidRDefault="006C6119" w:rsidP="00FB7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C6119" w:rsidRPr="00457F69" w:rsidRDefault="006C611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C6119" w:rsidRPr="00457F69" w:rsidRDefault="006C611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C6119" w:rsidRPr="00457F69" w:rsidTr="006C61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C6119" w:rsidRPr="00457F69" w:rsidRDefault="006C6119" w:rsidP="006C611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Medication Profile            Aug 03, 2017@15:19:58          Page:    2 of    2 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>ZZTEST,PATIENT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  PID: </w:t>
            </w:r>
            <w:proofErr w:type="spellStart"/>
            <w:r w:rsidRPr="00D515DC">
              <w:rPr>
                <w:rFonts w:ascii="Courier New" w:hAnsi="Courier New" w:cs="Courier New"/>
                <w:sz w:val="18"/>
                <w:szCs w:val="18"/>
              </w:rPr>
              <w:t>xxxxxxxxxxx</w:t>
            </w:r>
            <w:proofErr w:type="spellEnd"/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</w:t>
            </w:r>
            <w:proofErr w:type="spellStart"/>
            <w:r w:rsidRPr="00D515DC">
              <w:rPr>
                <w:rFonts w:ascii="Courier New" w:hAnsi="Courier New" w:cs="Courier New"/>
                <w:sz w:val="18"/>
                <w:szCs w:val="18"/>
              </w:rPr>
              <w:t>Ht</w:t>
            </w:r>
            <w:proofErr w:type="spellEnd"/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(cm): _______ (______)   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  DOB: JAN 1,1960 (57)                             </w:t>
            </w:r>
            <w:proofErr w:type="spellStart"/>
            <w:r w:rsidRPr="00D515DC">
              <w:rPr>
                <w:rFonts w:ascii="Courier New" w:hAnsi="Courier New" w:cs="Courier New"/>
                <w:sz w:val="18"/>
                <w:szCs w:val="18"/>
              </w:rPr>
              <w:t>Wt</w:t>
            </w:r>
            <w:proofErr w:type="spellEnd"/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(kg): _______ (______)   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  SEX: FEMALE                            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D515DC">
              <w:rPr>
                <w:rFonts w:ascii="Courier New" w:hAnsi="Courier New" w:cs="Courier New"/>
                <w:sz w:val="18"/>
                <w:szCs w:val="18"/>
              </w:rPr>
              <w:t>CrCL</w:t>
            </w:r>
            <w:proofErr w:type="spellEnd"/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: &lt;Not Found&gt;                               BSA (m2): _______ 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                 ISSUE  LAST REF DAY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 #  RX #         DRUG                                 QTY ST  DATE  FILL REM SUP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+                                                                               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>------------------------------------PENDING-------------------------------------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 9 ACARBOSE 50MG TAB                      QTY: 30          ISDT: 04-28&gt; REF:  9 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10 ACARBOSE 50MG TAB                      QTY: 30          ISDT: 05-04&gt; REF:  1 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11 ISOTRETINOIN CAP,ORAL                  QTY: 30          ISDT: 06-07  REF: 11 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12 KETOROLAC TROMETHAMINE 10MG TAB        QTY: 120         ISDT: 04-25  REF: 11 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13 KETOROLAC TROMETHAMINE 30MG INJ        QTY: 1           ISDT: 06-07  REF:  0 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14 LISINOPRIL 20MG TAB                    QTY: 15          ISDT: 04-25  REF: 11 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15 LISINOPRIL 20MG TAB                    QTY: 15          ISDT: 04-25  REF: 11 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16 PSEUDO 60/TRIPROLIDINE 2.5MG TAB       QTY: 30          ISDT: 06-07&gt; REF: 11 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          </w:t>
            </w:r>
            <w:proofErr w:type="gramStart"/>
            <w:r w:rsidRPr="00D515DC">
              <w:rPr>
                <w:rFonts w:ascii="Courier New" w:hAnsi="Courier New" w:cs="Courier New"/>
                <w:sz w:val="18"/>
                <w:szCs w:val="18"/>
              </w:rPr>
              <w:t>Enter ??</w:t>
            </w:r>
            <w:proofErr w:type="gramEnd"/>
            <w:r w:rsidRPr="00D515DC">
              <w:rPr>
                <w:rFonts w:ascii="Courier New" w:hAnsi="Courier New" w:cs="Courier New"/>
                <w:sz w:val="18"/>
                <w:szCs w:val="18"/>
              </w:rPr>
              <w:t xml:space="preserve"> for more actions                                             </w:t>
            </w:r>
          </w:p>
          <w:p w:rsidR="006C6119" w:rsidRPr="00D515DC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>PU  Patient Record Update               NO  New Order</w:t>
            </w:r>
          </w:p>
          <w:p w:rsidR="006C6119" w:rsidRDefault="006C6119" w:rsidP="006C61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15DC">
              <w:rPr>
                <w:rFonts w:ascii="Courier New" w:hAnsi="Courier New" w:cs="Courier New"/>
                <w:sz w:val="18"/>
                <w:szCs w:val="18"/>
              </w:rPr>
              <w:t>PI  Patient Information                 SO  Select Order</w:t>
            </w:r>
          </w:p>
        </w:tc>
        <w:tc>
          <w:tcPr>
            <w:tcW w:w="381" w:type="pct"/>
            <w:vMerge/>
            <w:shd w:val="clear" w:color="auto" w:fill="auto"/>
          </w:tcPr>
          <w:p w:rsidR="006C6119" w:rsidRPr="00457F69" w:rsidRDefault="006C6119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C6119" w:rsidRPr="00457F69" w:rsidRDefault="006C6119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6D78" w:rsidRPr="00457F69" w:rsidTr="00596D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96D78" w:rsidRPr="00457F69" w:rsidRDefault="00596D78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596D78" w:rsidRDefault="00596D78" w:rsidP="001445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96D78" w:rsidRPr="00457F69" w:rsidRDefault="00596D7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596D78" w:rsidRPr="00457F69" w:rsidRDefault="00596D7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6D78" w:rsidRPr="00457F69" w:rsidTr="00596D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96D78" w:rsidRPr="00457F69" w:rsidRDefault="00596D78" w:rsidP="00596D78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596D78" w:rsidRDefault="00596D78" w:rsidP="001445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78AB">
              <w:t xml:space="preserve">Select Action: Quit//  &lt;press return&gt;  QUIT  </w:t>
            </w:r>
          </w:p>
          <w:p w:rsidR="00596D78" w:rsidRDefault="00596D78" w:rsidP="001445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96D78" w:rsidRPr="00457F69" w:rsidRDefault="00596D78" w:rsidP="001445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44527">
              <w:t>Now note that the Rx has a fill date of 8/3/2017</w:t>
            </w:r>
          </w:p>
        </w:tc>
        <w:tc>
          <w:tcPr>
            <w:tcW w:w="381" w:type="pct"/>
            <w:vMerge/>
            <w:shd w:val="clear" w:color="auto" w:fill="auto"/>
          </w:tcPr>
          <w:p w:rsidR="00596D78" w:rsidRPr="00457F69" w:rsidRDefault="00596D78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96D78" w:rsidRPr="00457F69" w:rsidRDefault="00596D78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6D78" w:rsidRPr="00457F69" w:rsidTr="00596D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96D78" w:rsidRPr="00457F69" w:rsidRDefault="00596D78" w:rsidP="00596D78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596D78" w:rsidRDefault="00596D78" w:rsidP="001445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96D78" w:rsidRPr="00457F69" w:rsidRDefault="00596D7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96D78" w:rsidRPr="00457F69" w:rsidRDefault="00596D78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6D78" w:rsidRPr="00457F69" w:rsidTr="00596D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96D78" w:rsidRPr="00457F69" w:rsidRDefault="00596D78" w:rsidP="00596D78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>Label Printer: DECWIN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>LABEL: QUEUE/CHANGE PRINTER/HOLD or '^' to bypass Q// ^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Medication Profile            Aug 03, 2017@15:19:18          Page:    1 of    3 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>ZZTEST,PATIENT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 PID: </w:t>
            </w:r>
            <w:proofErr w:type="spellStart"/>
            <w:r w:rsidRPr="00A95DE2">
              <w:rPr>
                <w:rFonts w:ascii="Courier New" w:hAnsi="Courier New" w:cs="Courier New"/>
                <w:sz w:val="18"/>
                <w:szCs w:val="18"/>
              </w:rPr>
              <w:t>xxxxxxxxxxx</w:t>
            </w:r>
            <w:proofErr w:type="spellEnd"/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</w:t>
            </w:r>
            <w:proofErr w:type="spellStart"/>
            <w:r w:rsidRPr="00A95DE2">
              <w:rPr>
                <w:rFonts w:ascii="Courier New" w:hAnsi="Courier New" w:cs="Courier New"/>
                <w:sz w:val="18"/>
                <w:szCs w:val="18"/>
              </w:rPr>
              <w:t>Ht</w:t>
            </w:r>
            <w:proofErr w:type="spellEnd"/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(cm): _______ (______)   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 DOB: JAN 1,1960 (57)                             </w:t>
            </w:r>
            <w:proofErr w:type="spellStart"/>
            <w:r w:rsidRPr="00A95DE2">
              <w:rPr>
                <w:rFonts w:ascii="Courier New" w:hAnsi="Courier New" w:cs="Courier New"/>
                <w:sz w:val="18"/>
                <w:szCs w:val="18"/>
              </w:rPr>
              <w:t>Wt</w:t>
            </w:r>
            <w:proofErr w:type="spellEnd"/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(kg): _______ (______)   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 SEX: FEMALE                            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A95DE2">
              <w:rPr>
                <w:rFonts w:ascii="Courier New" w:hAnsi="Courier New" w:cs="Courier New"/>
                <w:sz w:val="18"/>
                <w:szCs w:val="18"/>
              </w:rPr>
              <w:t>CrCL</w:t>
            </w:r>
            <w:proofErr w:type="spellEnd"/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: &lt;Not Found&gt;                               BSA (m2): _______ 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                 ISSUE  LAST REF DAY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#  RX #         DRUG                                 QTY ST  DATE  FILL REM SUP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                                    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>-------------------------------------ACTIVE-------------------------------------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1 10000340      AMPICILLIN 250MG CAP                  30 A  01-19 08-03   8  30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2 763006        ARIPIPRAZOLE 20MG TAB                 30 E&gt; 06-07 06-07   0  30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3 763003$       IBUPROFEN 600MG TAB                   30 A&gt; 04-01 04-01  11  30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4 763002        METFORMIN HCL 500MG TAB               15 S&gt; 12-19 02-21   9  30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5 10000334$     NIACIN 250MG TAB                      30 A&gt; 01-03 02-10  10  30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6 763005        PSEUDO 60/TRIPROLIDINE 2.5MG TAB      30 A&gt; 06-07 06-07  11  30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7 10000336      TACROLIMUS 0.5MG CAP                  60 A&gt; 02-06 03-09  10  30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>----------------------------------DISCONTINUED----------------------------------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8 763001        ACETAMINOPHEN 325MG TAB               30 DC&gt;12-19 02-28   9  30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+         </w:t>
            </w:r>
            <w:proofErr w:type="gramStart"/>
            <w:r w:rsidRPr="00A95DE2">
              <w:rPr>
                <w:rFonts w:ascii="Courier New" w:hAnsi="Courier New" w:cs="Courier New"/>
                <w:sz w:val="18"/>
                <w:szCs w:val="18"/>
              </w:rPr>
              <w:t>Enter ??</w:t>
            </w:r>
            <w:proofErr w:type="gramEnd"/>
            <w:r w:rsidRPr="00A95DE2">
              <w:rPr>
                <w:rFonts w:ascii="Courier New" w:hAnsi="Courier New" w:cs="Courier New"/>
                <w:sz w:val="18"/>
                <w:szCs w:val="18"/>
              </w:rPr>
              <w:t xml:space="preserve"> for more actions                                             </w:t>
            </w:r>
          </w:p>
          <w:p w:rsidR="00596D78" w:rsidRPr="00A95DE2" w:rsidRDefault="00596D78" w:rsidP="00596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>PU  Patient Record Update               NO  New Order</w:t>
            </w:r>
          </w:p>
          <w:p w:rsidR="00596D78" w:rsidRPr="0009679E" w:rsidRDefault="00596D78" w:rsidP="001445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A95DE2">
              <w:rPr>
                <w:rFonts w:ascii="Courier New" w:hAnsi="Courier New" w:cs="Courier New"/>
                <w:sz w:val="18"/>
                <w:szCs w:val="18"/>
              </w:rPr>
              <w:t>PI  Patient Information                 SO  Select Order</w:t>
            </w:r>
          </w:p>
        </w:tc>
        <w:tc>
          <w:tcPr>
            <w:tcW w:w="381" w:type="pct"/>
            <w:vMerge/>
            <w:shd w:val="clear" w:color="auto" w:fill="auto"/>
          </w:tcPr>
          <w:p w:rsidR="00596D78" w:rsidRPr="00457F69" w:rsidRDefault="00596D78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96D78" w:rsidRPr="00457F69" w:rsidRDefault="00596D78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06AD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106AD" w:rsidRDefault="00C106AD" w:rsidP="00457F69">
            <w:pPr>
              <w:pStyle w:val="ListNumber"/>
              <w:rPr>
                <w:b w:val="0"/>
                <w:bCs w:val="0"/>
              </w:rPr>
            </w:pPr>
          </w:p>
          <w:p w:rsidR="00C106AD" w:rsidRPr="00C106AD" w:rsidRDefault="00C106AD" w:rsidP="00C106AD"/>
        </w:tc>
        <w:tc>
          <w:tcPr>
            <w:tcW w:w="3867" w:type="pct"/>
            <w:shd w:val="clear" w:color="auto" w:fill="auto"/>
          </w:tcPr>
          <w:p w:rsidR="00C106AD" w:rsidRPr="00A81B58" w:rsidRDefault="00C106AD" w:rsidP="001445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106AD" w:rsidRPr="00457F69" w:rsidRDefault="00C106A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C106AD" w:rsidRPr="00457F69" w:rsidRDefault="00C106A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D48AB" w:rsidRPr="00457F69" w:rsidTr="00AD4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AD48AB" w:rsidRPr="00457F69" w:rsidRDefault="00AD48A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AD48AB" w:rsidRDefault="00AD48AB" w:rsidP="001445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0935">
              <w:rPr>
                <w:color w:val="auto"/>
              </w:rPr>
              <w:t>Navigate to PSO LM BACKDOOR ORDERS</w:t>
            </w:r>
            <w:r w:rsidR="00F356C4">
              <w:rPr>
                <w:color w:val="auto"/>
              </w:rPr>
              <w:t xml:space="preserve"> by </w:t>
            </w:r>
            <w:r w:rsidRPr="00D70935">
              <w:rPr>
                <w:color w:val="auto"/>
              </w:rPr>
              <w:t xml:space="preserve"> </w:t>
            </w:r>
            <w:r w:rsidR="00F356C4">
              <w:rPr>
                <w:color w:val="auto"/>
              </w:rPr>
              <w:t>login to DAYTSHR</w:t>
            </w:r>
          </w:p>
        </w:tc>
        <w:tc>
          <w:tcPr>
            <w:tcW w:w="381" w:type="pct"/>
            <w:vMerge/>
            <w:shd w:val="clear" w:color="auto" w:fill="auto"/>
          </w:tcPr>
          <w:p w:rsidR="00AD48AB" w:rsidRPr="00457F69" w:rsidRDefault="00AD48A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AD48AB" w:rsidRPr="00457F69" w:rsidRDefault="00AD48A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06AD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106AD" w:rsidRPr="00457F69" w:rsidRDefault="00C106AD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C106AD" w:rsidRPr="00A81B58" w:rsidRDefault="00C106AD" w:rsidP="001445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106AD" w:rsidRPr="00457F69" w:rsidRDefault="00C106A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106AD" w:rsidRPr="00457F69" w:rsidRDefault="00C106A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06AD" w:rsidRPr="00457F69" w:rsidTr="00570185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106AD" w:rsidRPr="00457F69" w:rsidRDefault="00C106AD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C106AD" w:rsidRPr="00AD48AB" w:rsidRDefault="00AD48AB" w:rsidP="001445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D48AB">
              <w:rPr>
                <w:rFonts w:cstheme="minorHAnsi"/>
              </w:rPr>
              <w:t>Access DAYTSHR</w:t>
            </w:r>
            <w:r w:rsidR="00D70935">
              <w:rPr>
                <w:rFonts w:cstheme="minorHAnsi"/>
              </w:rPr>
              <w:t xml:space="preserve"> Environment</w:t>
            </w:r>
            <w:r w:rsidR="00FF7D2F">
              <w:rPr>
                <w:rFonts w:cstheme="minorHAnsi"/>
              </w:rPr>
              <w:t xml:space="preserve"> Login Page</w:t>
            </w:r>
          </w:p>
        </w:tc>
        <w:tc>
          <w:tcPr>
            <w:tcW w:w="381" w:type="pct"/>
            <w:vMerge/>
            <w:shd w:val="clear" w:color="auto" w:fill="auto"/>
          </w:tcPr>
          <w:p w:rsidR="00C106AD" w:rsidRPr="00457F69" w:rsidRDefault="00C106A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106AD" w:rsidRPr="00457F69" w:rsidRDefault="00C106A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C3219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C3219" w:rsidRPr="00457F69" w:rsidRDefault="00DC3219" w:rsidP="00DC3219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24.</w:t>
            </w:r>
          </w:p>
        </w:tc>
        <w:tc>
          <w:tcPr>
            <w:tcW w:w="3867" w:type="pct"/>
            <w:shd w:val="clear" w:color="auto" w:fill="auto"/>
          </w:tcPr>
          <w:p w:rsidR="00DC3219" w:rsidRPr="00FA5037" w:rsidRDefault="00DC3219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C3219" w:rsidRPr="00457F69" w:rsidRDefault="00DC321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DC3219" w:rsidRPr="00457F69" w:rsidRDefault="00DC321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3219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C3219" w:rsidRPr="00457F69" w:rsidRDefault="00DC3219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C3219" w:rsidRPr="00067430" w:rsidRDefault="00DC3219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L</w:t>
            </w:r>
            <w:r>
              <w:rPr>
                <w:color w:val="auto"/>
              </w:rPr>
              <w:t xml:space="preserve">og into the ‘Dispensing Remote’ system </w:t>
            </w:r>
            <w:proofErr w:type="gramStart"/>
            <w:r>
              <w:rPr>
                <w:color w:val="auto"/>
              </w:rPr>
              <w:t>DAYTSHR</w:t>
            </w:r>
            <w:r w:rsidRPr="00D21F5C">
              <w:rPr>
                <w:color w:val="auto"/>
              </w:rPr>
              <w:t xml:space="preserve"> .</w:t>
            </w:r>
            <w:proofErr w:type="gramEnd"/>
            <w:r w:rsidRPr="00D21F5C">
              <w:rPr>
                <w:color w:val="auto"/>
              </w:rPr>
              <w:t xml:space="preserve"> </w:t>
            </w:r>
          </w:p>
        </w:tc>
        <w:tc>
          <w:tcPr>
            <w:tcW w:w="381" w:type="pct"/>
            <w:vMerge/>
            <w:shd w:val="clear" w:color="auto" w:fill="auto"/>
          </w:tcPr>
          <w:p w:rsidR="00DC3219" w:rsidRPr="00457F69" w:rsidRDefault="00DC3219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C3219" w:rsidRPr="00457F69" w:rsidRDefault="00DC3219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C3219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C3219" w:rsidRPr="00457F69" w:rsidRDefault="00DC3219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C3219" w:rsidRPr="00FA5037" w:rsidRDefault="00DC3219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C3219" w:rsidRPr="00457F69" w:rsidRDefault="00DC321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C3219" w:rsidRPr="00457F69" w:rsidRDefault="00DC3219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3219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C3219" w:rsidRPr="00457F69" w:rsidRDefault="00DC3219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C3219" w:rsidRDefault="00DC3219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381" w:type="pct"/>
            <w:vMerge/>
            <w:shd w:val="clear" w:color="auto" w:fill="auto"/>
          </w:tcPr>
          <w:p w:rsidR="00DC3219" w:rsidRPr="00457F69" w:rsidRDefault="00DC3219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C3219" w:rsidRPr="00457F69" w:rsidRDefault="00DC3219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623CB" w:rsidRPr="00457F69" w:rsidRDefault="00D623CB" w:rsidP="00DC3219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25.</w:t>
            </w: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623CB" w:rsidRPr="00457F69" w:rsidRDefault="00D623CB" w:rsidP="00DC3219">
            <w:pPr>
              <w:pStyle w:val="ListNumber"/>
              <w:numPr>
                <w:ilvl w:val="0"/>
                <w:numId w:val="0"/>
              </w:numPr>
            </w:pPr>
            <w:r>
              <w:t>26.</w:t>
            </w:r>
          </w:p>
        </w:tc>
        <w:tc>
          <w:tcPr>
            <w:tcW w:w="3867" w:type="pct"/>
            <w:shd w:val="clear" w:color="auto" w:fill="auto"/>
          </w:tcPr>
          <w:p w:rsidR="00D623CB" w:rsidRPr="00067430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Pr="00067430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Choose Option ‘PSO USER1’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Pr="00067430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Pr="00067430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Pr="00D21F5C">
              <w:rPr>
                <w:color w:val="auto"/>
              </w:rPr>
              <w:t xml:space="preserve">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623CB" w:rsidRPr="007D7F53" w:rsidRDefault="00D623CB" w:rsidP="00DC3219">
            <w:pPr>
              <w:pStyle w:val="ListNumber"/>
              <w:numPr>
                <w:ilvl w:val="0"/>
                <w:numId w:val="0"/>
              </w:numPr>
              <w:ind w:left="360" w:hanging="360"/>
            </w:pPr>
            <w:r w:rsidRPr="007D7F53">
              <w:lastRenderedPageBreak/>
              <w:t>27.</w:t>
            </w: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Pr="00067430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When prompted for ‘Division’, select the division associated with the </w:t>
            </w:r>
            <w:proofErr w:type="spellStart"/>
            <w:r w:rsidRPr="00D21F5C">
              <w:rPr>
                <w:color w:val="auto"/>
              </w:rPr>
              <w:t>OneVa</w:t>
            </w:r>
            <w:proofErr w:type="spellEnd"/>
            <w:r w:rsidRPr="00D21F5C">
              <w:rPr>
                <w:color w:val="auto"/>
              </w:rPr>
              <w:t xml:space="preserve"> pharmacy instance.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623CB" w:rsidRPr="00457F69" w:rsidRDefault="00D623CB" w:rsidP="00DC3219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28.</w:t>
            </w: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Pr="00067430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When prompted to ‘Select Label printer’,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623CB" w:rsidRPr="00457F69" w:rsidRDefault="00D623CB" w:rsidP="00DC3219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29.</w:t>
            </w: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Pr="00067430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When prompted ‘Right Margin’,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623CB" w:rsidRPr="00457F69" w:rsidRDefault="00D623CB" w:rsidP="00D623CB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30.</w:t>
            </w: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Pr="00067430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If prompted ‘OK to assume label alignment is correct’,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623CB" w:rsidRPr="00457F69" w:rsidRDefault="00D623CB" w:rsidP="00D623CB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31.</w:t>
            </w: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Pr="00067430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‘Bingo Board Display:”,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is taken to the next menu list for outpatient pharmacy.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623CB" w:rsidRPr="00457F69" w:rsidRDefault="00D623CB" w:rsidP="00D623CB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32.</w:t>
            </w: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Pr="00067430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Choose ‘Rx (Prescriptions)’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may be prompted for order summary.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623CB" w:rsidRPr="00457F69" w:rsidRDefault="00D623CB" w:rsidP="00D623CB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33.</w:t>
            </w: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40381E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Pr="00067430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‘Do you want an order Summary’,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The next outpatient pharmacy menu is displayed to the user.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623CB" w:rsidRPr="00457F69" w:rsidRDefault="00D623CB" w:rsidP="00D623CB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34.</w:t>
            </w:r>
          </w:p>
        </w:tc>
        <w:tc>
          <w:tcPr>
            <w:tcW w:w="3867" w:type="pct"/>
            <w:shd w:val="clear" w:color="auto" w:fill="auto"/>
          </w:tcPr>
          <w:p w:rsidR="00D623CB" w:rsidRPr="00067430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40381E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Pr="00067430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Choose Patient ‘Prescription Processing’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23CB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Pr="00067430" w:rsidRDefault="00D623CB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23CB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623CB" w:rsidRPr="00457F69" w:rsidRDefault="00D623CB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D623CB" w:rsidRPr="00067430" w:rsidRDefault="00D623CB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623CB" w:rsidRPr="00457F69" w:rsidRDefault="00D623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2426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2426" w:rsidRPr="00457F69" w:rsidRDefault="000B2426" w:rsidP="00D623CB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35.</w:t>
            </w: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2426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Pr="00067430" w:rsidRDefault="000B2426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When prompted ‘Select </w:t>
            </w:r>
            <w:proofErr w:type="gramStart"/>
            <w:r w:rsidRPr="00FF50DA">
              <w:rPr>
                <w:color w:val="auto"/>
              </w:rPr>
              <w:t>PATIENT:’,</w:t>
            </w:r>
            <w:proofErr w:type="gramEnd"/>
            <w:r w:rsidRPr="00FF50DA">
              <w:rPr>
                <w:color w:val="auto"/>
              </w:rPr>
              <w:t xml:space="preserve"> enter the name of the patient.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2426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2426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Patient is selected and 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2426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2426" w:rsidRPr="00457F69" w:rsidRDefault="000B2426" w:rsidP="00D623CB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36.</w:t>
            </w: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40381E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2426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‘Would you like to query prescriptions’, answer ‘YES’.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2426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2426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HDR query is made to gather </w:t>
            </w:r>
            <w:proofErr w:type="spellStart"/>
            <w:r w:rsidRPr="00FF50DA">
              <w:rPr>
                <w:color w:val="auto"/>
              </w:rPr>
              <w:t>OneVA</w:t>
            </w:r>
            <w:proofErr w:type="spellEnd"/>
            <w:r w:rsidRPr="00FF50DA">
              <w:rPr>
                <w:color w:val="auto"/>
              </w:rPr>
              <w:t xml:space="preserve"> pharmacy prescriptions. No error messages should be returned.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2426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2426" w:rsidRPr="00457F69" w:rsidRDefault="000B2426" w:rsidP="00D623CB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37.</w:t>
            </w: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40381E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2426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When prompted ‘Display Remote Data’, answer ‘NO’.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2426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2426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F50DA">
              <w:rPr>
                <w:color w:val="auto"/>
              </w:rPr>
              <w:t>User is taken to the next step/prompt.</w:t>
            </w:r>
          </w:p>
          <w:p w:rsidR="0009679E" w:rsidRDefault="0009679E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09679E" w:rsidRDefault="0009679E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2426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2426" w:rsidRPr="00457F69" w:rsidRDefault="000B2426" w:rsidP="00D623CB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lastRenderedPageBreak/>
              <w:t>38.</w:t>
            </w: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40381E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2426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If prompted for ‘RX PATIENT </w:t>
            </w:r>
            <w:proofErr w:type="gramStart"/>
            <w:r w:rsidRPr="00FF50DA">
              <w:rPr>
                <w:color w:val="auto"/>
              </w:rPr>
              <w:t>STATUS’,</w:t>
            </w:r>
            <w:proofErr w:type="gramEnd"/>
            <w:r w:rsidRPr="00FF50DA">
              <w:rPr>
                <w:color w:val="auto"/>
              </w:rPr>
              <w:t xml:space="preserve"> press &lt;return&gt; if there is a default. Select a valid eligibility if none currently exist.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2426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2426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will be taking to the patient profile, where Eligibility, Disabilities and other information is displayed.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2426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2426" w:rsidRPr="00457F69" w:rsidRDefault="000B2426" w:rsidP="00D623CB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39.</w:t>
            </w: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40381E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2426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Press &lt;return&gt; until you reach the medication list.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2426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2426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Default="000B2426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User will be taken to the medication list.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2426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2426" w:rsidRPr="00457F69" w:rsidRDefault="000B2426" w:rsidP="00D623CB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40.</w:t>
            </w:r>
          </w:p>
        </w:tc>
        <w:tc>
          <w:tcPr>
            <w:tcW w:w="3867" w:type="pct"/>
            <w:shd w:val="clear" w:color="auto" w:fill="auto"/>
          </w:tcPr>
          <w:p w:rsidR="000B2426" w:rsidRPr="00780967" w:rsidRDefault="000B2426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40381E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2426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Pr="00457F69" w:rsidRDefault="000B2426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43A8">
              <w:t>Find a prescription on the host site that has had an original fill at a minimum. That fill should be sometime that spans more than the fill date + day</w:t>
            </w:r>
            <w:r>
              <w:t>’</w:t>
            </w:r>
            <w:r w:rsidRPr="008543A8">
              <w:t xml:space="preserve">s supply. 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2426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Pr="00780967" w:rsidRDefault="000B2426" w:rsidP="00B126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2426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2426" w:rsidRPr="00457F69" w:rsidRDefault="000B2426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0B2426" w:rsidRPr="00780967" w:rsidRDefault="000B2426" w:rsidP="00B126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967">
              <w:t>A good example would be a prescription from 1/1/2017, with a day</w:t>
            </w:r>
            <w:r>
              <w:t>’</w:t>
            </w:r>
            <w:r w:rsidRPr="00780967">
              <w:t>s supply of 30. The prescription can have refills, but the refills need to be in the past more than the day</w:t>
            </w:r>
            <w:r>
              <w:t>’</w:t>
            </w:r>
            <w:r w:rsidRPr="00780967">
              <w:t>s supply.</w:t>
            </w:r>
          </w:p>
        </w:tc>
        <w:tc>
          <w:tcPr>
            <w:tcW w:w="381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2426" w:rsidRPr="00457F69" w:rsidRDefault="000B242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7F53" w:rsidRPr="00457F69" w:rsidTr="00161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D7F53" w:rsidRDefault="007D7F53" w:rsidP="007D7F53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41.</w:t>
            </w:r>
          </w:p>
        </w:tc>
        <w:tc>
          <w:tcPr>
            <w:tcW w:w="3867" w:type="pct"/>
            <w:shd w:val="clear" w:color="auto" w:fill="auto"/>
          </w:tcPr>
          <w:p w:rsidR="007D7F53" w:rsidRDefault="007D7F53" w:rsidP="00161E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40381E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shd w:val="clear" w:color="auto" w:fill="auto"/>
          </w:tcPr>
          <w:p w:rsidR="007D7F53" w:rsidRPr="00457F69" w:rsidRDefault="007D7F53" w:rsidP="00161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7D7F53" w:rsidRPr="00457F69" w:rsidRDefault="007D7F53" w:rsidP="00161E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7F53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D7F53" w:rsidRPr="00457F69" w:rsidRDefault="007D7F53" w:rsidP="000B2426">
            <w:pPr>
              <w:pStyle w:val="ListNumber"/>
              <w:numPr>
                <w:ilvl w:val="0"/>
                <w:numId w:val="0"/>
              </w:numPr>
              <w:ind w:left="360" w:hanging="360"/>
            </w:pPr>
          </w:p>
        </w:tc>
        <w:tc>
          <w:tcPr>
            <w:tcW w:w="3867" w:type="pct"/>
            <w:shd w:val="clear" w:color="auto" w:fill="auto"/>
          </w:tcPr>
          <w:p w:rsidR="0009679E" w:rsidRPr="00457F69" w:rsidRDefault="007D7F53" w:rsidP="00067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Pr="00067430">
              <w:t>ttempt a refill using PSO LM BACKDOOR ORDERS from the ‘dispensing’ site, which is DAYTSHR in this case for the same prescription that was filled at the host site.</w:t>
            </w:r>
          </w:p>
        </w:tc>
        <w:tc>
          <w:tcPr>
            <w:tcW w:w="381" w:type="pct"/>
            <w:shd w:val="clear" w:color="auto" w:fill="auto"/>
          </w:tcPr>
          <w:p w:rsidR="007D7F53" w:rsidRPr="00457F69" w:rsidRDefault="007D7F5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7D7F53" w:rsidRPr="00457F69" w:rsidRDefault="007D7F5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7F53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D7F53" w:rsidRPr="00457F69" w:rsidRDefault="007D7F53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7D7F53" w:rsidRDefault="007D7F53" w:rsidP="000674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shd w:val="clear" w:color="auto" w:fill="auto"/>
          </w:tcPr>
          <w:p w:rsidR="007D7F53" w:rsidRPr="00457F69" w:rsidRDefault="007D7F5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7D7F53" w:rsidRPr="00457F69" w:rsidRDefault="007D7F5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06AD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C106AD" w:rsidRPr="00457F69" w:rsidRDefault="00C106AD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 xml:space="preserve">Medication Profile            Aug 03, 2017@15:28:50          Page:    1 of    2 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>ZZTEST,PATIENT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 xml:space="preserve">  PID: XXXXXXXXXXXX                            </w:t>
            </w:r>
            <w:r w:rsidR="004806CC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E74E11">
              <w:rPr>
                <w:rFonts w:ascii="Courier New" w:hAnsi="Courier New" w:cs="Courier New"/>
                <w:sz w:val="18"/>
                <w:szCs w:val="18"/>
              </w:rPr>
              <w:t>Ht</w:t>
            </w:r>
            <w:proofErr w:type="spellEnd"/>
            <w:r w:rsidRPr="00E74E11">
              <w:rPr>
                <w:rFonts w:ascii="Courier New" w:hAnsi="Courier New" w:cs="Courier New"/>
                <w:sz w:val="18"/>
                <w:szCs w:val="18"/>
              </w:rPr>
              <w:t xml:space="preserve">(cm): _______ (______)   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 xml:space="preserve">  DOB: JAN 1,1960 (</w:t>
            </w:r>
            <w:r w:rsidR="004806CC">
              <w:rPr>
                <w:rFonts w:ascii="Courier New" w:hAnsi="Courier New" w:cs="Courier New"/>
                <w:sz w:val="18"/>
                <w:szCs w:val="18"/>
              </w:rPr>
              <w:t xml:space="preserve">57)                          </w:t>
            </w:r>
            <w:proofErr w:type="spellStart"/>
            <w:r w:rsidRPr="00E74E11">
              <w:rPr>
                <w:rFonts w:ascii="Courier New" w:hAnsi="Courier New" w:cs="Courier New"/>
                <w:sz w:val="18"/>
                <w:szCs w:val="18"/>
              </w:rPr>
              <w:t>Wt</w:t>
            </w:r>
            <w:proofErr w:type="spellEnd"/>
            <w:r w:rsidRPr="00E74E11">
              <w:rPr>
                <w:rFonts w:ascii="Courier New" w:hAnsi="Courier New" w:cs="Courier New"/>
                <w:sz w:val="18"/>
                <w:szCs w:val="18"/>
              </w:rPr>
              <w:t xml:space="preserve">(kg): _______ (______)   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 xml:space="preserve">  SEX: FEMALE                            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E74E11">
              <w:rPr>
                <w:rFonts w:ascii="Courier New" w:hAnsi="Courier New" w:cs="Courier New"/>
                <w:sz w:val="18"/>
                <w:szCs w:val="18"/>
              </w:rPr>
              <w:t>CrCL</w:t>
            </w:r>
            <w:proofErr w:type="spellEnd"/>
            <w:r w:rsidRPr="00E74E11">
              <w:rPr>
                <w:rFonts w:ascii="Courier New" w:hAnsi="Courier New" w:cs="Courier New"/>
                <w:sz w:val="18"/>
                <w:szCs w:val="18"/>
              </w:rPr>
              <w:t>: &lt;Not Found</w:t>
            </w:r>
            <w:r w:rsidR="004806CC">
              <w:rPr>
                <w:rFonts w:ascii="Courier New" w:hAnsi="Courier New" w:cs="Courier New"/>
                <w:sz w:val="18"/>
                <w:szCs w:val="18"/>
              </w:rPr>
              <w:t xml:space="preserve">&gt;                              </w:t>
            </w:r>
            <w:r w:rsidRPr="00E74E11">
              <w:rPr>
                <w:rFonts w:ascii="Courier New" w:hAnsi="Courier New" w:cs="Courier New"/>
                <w:sz w:val="18"/>
                <w:szCs w:val="18"/>
              </w:rPr>
              <w:t xml:space="preserve">BSA (m2): _______ 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</w:t>
            </w:r>
            <w:r w:rsidR="004806CC">
              <w:rPr>
                <w:rFonts w:ascii="Courier New" w:hAnsi="Courier New" w:cs="Courier New"/>
                <w:sz w:val="18"/>
                <w:szCs w:val="18"/>
              </w:rPr>
              <w:t xml:space="preserve">                        </w:t>
            </w:r>
            <w:r w:rsidRPr="00E74E11">
              <w:rPr>
                <w:rFonts w:ascii="Courier New" w:hAnsi="Courier New" w:cs="Courier New"/>
                <w:sz w:val="18"/>
                <w:szCs w:val="18"/>
              </w:rPr>
              <w:t>ISSUE  LAST REF DAY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>#  RX #         DRUG                                 QTY ST  DATE  FILL REM SUP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 xml:space="preserve">+                                                                               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 xml:space="preserve"> 6 2718952$      LISINOPRIL 10MG TAB            </w:t>
            </w:r>
            <w:r w:rsidR="004806CC">
              <w:rPr>
                <w:rFonts w:ascii="Courier New" w:hAnsi="Courier New" w:cs="Courier New"/>
                <w:sz w:val="18"/>
                <w:szCs w:val="18"/>
              </w:rPr>
              <w:t xml:space="preserve">      </w:t>
            </w:r>
            <w:r w:rsidRPr="00E74E11">
              <w:rPr>
                <w:rFonts w:ascii="Courier New" w:hAnsi="Courier New" w:cs="Courier New"/>
                <w:sz w:val="18"/>
                <w:szCs w:val="18"/>
              </w:rPr>
              <w:t>30 A&gt; 01-26 04-25   9  30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>7 2718951$      METHYLTESTOSTERONE 10MG CAP           30 E  01-07 03-13   3  30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>--------------------------CHYSHR TEST LAB (983) ACTIVE--------------------------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>8 10000340      AMPICILLIN 250MG CAP                  30 A  01-19 08-03   8  30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>9 763003        IBUPROFEN 600MG TAB                   30 A  04-01 04-01  11  30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>10 10000334      NIACIN</w:t>
            </w:r>
            <w:r w:rsidR="004806CC">
              <w:rPr>
                <w:rFonts w:ascii="Courier New" w:hAnsi="Courier New" w:cs="Courier New"/>
                <w:sz w:val="18"/>
                <w:szCs w:val="18"/>
              </w:rPr>
              <w:t xml:space="preserve"> 250MG TAB                     </w:t>
            </w:r>
            <w:r w:rsidRPr="00E74E11">
              <w:rPr>
                <w:rFonts w:ascii="Courier New" w:hAnsi="Courier New" w:cs="Courier New"/>
                <w:sz w:val="18"/>
                <w:szCs w:val="18"/>
              </w:rPr>
              <w:t>30 A  01-03 02-10  10  30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>11 763005        PSEUDO</w:t>
            </w:r>
            <w:r w:rsidR="004806CC">
              <w:rPr>
                <w:rFonts w:ascii="Courier New" w:hAnsi="Courier New" w:cs="Courier New"/>
                <w:sz w:val="18"/>
                <w:szCs w:val="18"/>
              </w:rPr>
              <w:t xml:space="preserve"> 60/TRIPROLIDINE 2.5MG TAB     </w:t>
            </w:r>
            <w:r w:rsidRPr="00E74E11">
              <w:rPr>
                <w:rFonts w:ascii="Courier New" w:hAnsi="Courier New" w:cs="Courier New"/>
                <w:sz w:val="18"/>
                <w:szCs w:val="18"/>
              </w:rPr>
              <w:t>30 A  06-07 06-07  11  30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>12 10000336      TACROL</w:t>
            </w:r>
            <w:r w:rsidR="004806CC">
              <w:rPr>
                <w:rFonts w:ascii="Courier New" w:hAnsi="Courier New" w:cs="Courier New"/>
                <w:sz w:val="18"/>
                <w:szCs w:val="18"/>
              </w:rPr>
              <w:t xml:space="preserve">IMUS 0.5MG CAP                 </w:t>
            </w:r>
            <w:r w:rsidRPr="00E74E11">
              <w:rPr>
                <w:rFonts w:ascii="Courier New" w:hAnsi="Courier New" w:cs="Courier New"/>
                <w:sz w:val="18"/>
                <w:szCs w:val="18"/>
              </w:rPr>
              <w:t>60 A  02-06 03-09  10  30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>-----------------------CHYSHR TEST LAB (983) DISCONTINUED-----------------------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>13 763001        ACETAM</w:t>
            </w:r>
            <w:r w:rsidR="00F53E89">
              <w:rPr>
                <w:rFonts w:ascii="Courier New" w:hAnsi="Courier New" w:cs="Courier New"/>
                <w:sz w:val="18"/>
                <w:szCs w:val="18"/>
              </w:rPr>
              <w:t xml:space="preserve">INOPHEN 325MG TAB              </w:t>
            </w:r>
            <w:r w:rsidRPr="00E74E11">
              <w:rPr>
                <w:rFonts w:ascii="Courier New" w:hAnsi="Courier New" w:cs="Courier New"/>
                <w:sz w:val="18"/>
                <w:szCs w:val="18"/>
              </w:rPr>
              <w:t>30 DC 12-19 02-28   9  30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 xml:space="preserve">+         </w:t>
            </w:r>
            <w:proofErr w:type="gramStart"/>
            <w:r w:rsidRPr="00E74E11">
              <w:rPr>
                <w:rFonts w:ascii="Courier New" w:hAnsi="Courier New" w:cs="Courier New"/>
                <w:sz w:val="18"/>
                <w:szCs w:val="18"/>
              </w:rPr>
              <w:t>Enter ??</w:t>
            </w:r>
            <w:proofErr w:type="gramEnd"/>
            <w:r w:rsidRPr="00E74E11">
              <w:rPr>
                <w:rFonts w:ascii="Courier New" w:hAnsi="Courier New" w:cs="Courier New"/>
                <w:sz w:val="18"/>
                <w:szCs w:val="18"/>
              </w:rPr>
              <w:t xml:space="preserve"> for more actions                                             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>PU  Patient Record Update               NO  New Order</w:t>
            </w:r>
          </w:p>
          <w:p w:rsidR="00C106AD" w:rsidRPr="00E74E11" w:rsidRDefault="00C106AD" w:rsidP="00C106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>PI  Patient Information                 SO  Select Order</w:t>
            </w:r>
          </w:p>
        </w:tc>
        <w:tc>
          <w:tcPr>
            <w:tcW w:w="381" w:type="pct"/>
            <w:shd w:val="clear" w:color="auto" w:fill="auto"/>
          </w:tcPr>
          <w:p w:rsidR="00C106AD" w:rsidRPr="00457F69" w:rsidRDefault="00C106A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C106AD" w:rsidRPr="00457F69" w:rsidRDefault="00C106A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06AD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C106AD" w:rsidRPr="00457F69" w:rsidRDefault="000B2426" w:rsidP="000B2426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42.</w:t>
            </w:r>
          </w:p>
        </w:tc>
        <w:tc>
          <w:tcPr>
            <w:tcW w:w="3867" w:type="pct"/>
            <w:shd w:val="clear" w:color="auto" w:fill="auto"/>
          </w:tcPr>
          <w:p w:rsidR="00C106AD" w:rsidRDefault="00C106AD" w:rsidP="000674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40381E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shd w:val="clear" w:color="auto" w:fill="auto"/>
          </w:tcPr>
          <w:p w:rsidR="00C106AD" w:rsidRPr="00457F69" w:rsidRDefault="00C106A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C106AD" w:rsidRPr="00457F69" w:rsidRDefault="00C106A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74E11" w:rsidRPr="00457F69" w:rsidTr="00E74E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74E11" w:rsidRPr="00457F69" w:rsidRDefault="00E74E11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E74E11" w:rsidRPr="00E74E11" w:rsidRDefault="00E74E11" w:rsidP="000674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74E11">
              <w:rPr>
                <w:rFonts w:ascii="Courier New" w:hAnsi="Courier New" w:cs="Courier New"/>
                <w:sz w:val="18"/>
                <w:szCs w:val="18"/>
              </w:rPr>
              <w:t xml:space="preserve">Select Action: Next Screen// </w:t>
            </w:r>
            <w:proofErr w:type="gramStart"/>
            <w:r w:rsidRPr="00E74E11">
              <w:rPr>
                <w:rFonts w:ascii="Courier New" w:hAnsi="Courier New" w:cs="Courier New"/>
                <w:sz w:val="18"/>
                <w:szCs w:val="18"/>
              </w:rPr>
              <w:t xml:space="preserve">8  </w:t>
            </w:r>
            <w:r w:rsidRPr="00E74E11">
              <w:rPr>
                <w:rFonts w:ascii="Courier New" w:hAnsi="Courier New" w:cs="Courier New"/>
                <w:sz w:val="18"/>
                <w:szCs w:val="18"/>
              </w:rPr>
              <w:t></w:t>
            </w:r>
            <w:proofErr w:type="gramEnd"/>
            <w:r w:rsidRPr="00E74E11">
              <w:rPr>
                <w:rFonts w:ascii="Courier New" w:hAnsi="Courier New" w:cs="Courier New"/>
                <w:sz w:val="18"/>
                <w:szCs w:val="18"/>
              </w:rPr>
              <w:t xml:space="preserve">CHOOSE THE PRESCRIPTION NUMBER THAT MATCHES THE PRESCRIPTION THAT WAS JUST FILLED AT THE HOST SITE.   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74E11" w:rsidRPr="00457F69" w:rsidRDefault="00E74E11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E74E11" w:rsidRPr="00457F69" w:rsidRDefault="00E74E11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06AD" w:rsidRPr="00457F69" w:rsidTr="00C106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106AD" w:rsidRPr="00457F69" w:rsidRDefault="00C106AD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C106AD" w:rsidRDefault="00202F5E" w:rsidP="000674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106AD" w:rsidRPr="00457F69" w:rsidRDefault="00C106A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106AD" w:rsidRPr="00457F69" w:rsidRDefault="00C106A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06AD" w:rsidRPr="00457F69" w:rsidTr="00C106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106AD" w:rsidRPr="00457F69" w:rsidRDefault="00C106AD" w:rsidP="00C106AD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202F5E" w:rsidRPr="00186C22" w:rsidRDefault="00202F5E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>REMOTE OP Medications (ACTIVE</w:t>
            </w:r>
            <w:r w:rsidR="000201B3" w:rsidRPr="00186C22">
              <w:rPr>
                <w:rFonts w:ascii="Courier New" w:hAnsi="Courier New" w:cs="Courier New"/>
                <w:sz w:val="18"/>
                <w:szCs w:val="18"/>
              </w:rPr>
              <w:t xml:space="preserve">)Aug 03, 2017@15:29:06     </w:t>
            </w: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Page:    1 of   </w:t>
            </w:r>
            <w:r w:rsidR="000201B3" w:rsidRPr="00186C22">
              <w:rPr>
                <w:rFonts w:ascii="Courier New" w:hAnsi="Courier New" w:cs="Courier New"/>
                <w:sz w:val="18"/>
                <w:szCs w:val="18"/>
              </w:rPr>
              <w:t xml:space="preserve">1 </w:t>
            </w:r>
          </w:p>
          <w:p w:rsidR="000201B3" w:rsidRPr="00186C22" w:rsidRDefault="000201B3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  <w:p w:rsidR="00202F5E" w:rsidRPr="00186C22" w:rsidRDefault="00202F5E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>TEST,HERRING</w:t>
            </w:r>
          </w:p>
          <w:p w:rsidR="00202F5E" w:rsidRPr="00186C22" w:rsidRDefault="00202F5E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 w:rsidR="00E90959" w:rsidRPr="00186C22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186C22">
              <w:rPr>
                <w:rFonts w:ascii="Courier New" w:hAnsi="Courier New" w:cs="Courier New"/>
                <w:sz w:val="18"/>
                <w:szCs w:val="18"/>
              </w:rPr>
              <w:t>PID: XXXXXXXXXXX</w:t>
            </w:r>
            <w:r w:rsidR="002666BE" w:rsidRPr="00186C22">
              <w:rPr>
                <w:rFonts w:ascii="Courier New" w:hAnsi="Courier New" w:cs="Courier New"/>
                <w:sz w:val="18"/>
                <w:szCs w:val="18"/>
              </w:rPr>
              <w:t xml:space="preserve">                         </w:t>
            </w: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186C22">
              <w:rPr>
                <w:rFonts w:ascii="Courier New" w:hAnsi="Courier New" w:cs="Courier New"/>
                <w:sz w:val="18"/>
                <w:szCs w:val="18"/>
              </w:rPr>
              <w:t>Ht</w:t>
            </w:r>
            <w:proofErr w:type="spellEnd"/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(cm): _______ (______)   </w:t>
            </w:r>
          </w:p>
          <w:p w:rsidR="00202F5E" w:rsidRPr="00186C22" w:rsidRDefault="00202F5E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 w:rsidR="00E90959" w:rsidRPr="00186C22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186C22">
              <w:rPr>
                <w:rFonts w:ascii="Courier New" w:hAnsi="Courier New" w:cs="Courier New"/>
                <w:sz w:val="18"/>
                <w:szCs w:val="18"/>
              </w:rPr>
              <w:t>DOB: JAN 1,1960 (</w:t>
            </w:r>
            <w:r w:rsidR="0095548D">
              <w:rPr>
                <w:rFonts w:ascii="Courier New" w:hAnsi="Courier New" w:cs="Courier New"/>
                <w:sz w:val="18"/>
                <w:szCs w:val="18"/>
              </w:rPr>
              <w:t xml:space="preserve">57)                      </w:t>
            </w:r>
            <w:proofErr w:type="spellStart"/>
            <w:r w:rsidRPr="00186C22">
              <w:rPr>
                <w:rFonts w:ascii="Courier New" w:hAnsi="Courier New" w:cs="Courier New"/>
                <w:sz w:val="18"/>
                <w:szCs w:val="18"/>
              </w:rPr>
              <w:t>Wt</w:t>
            </w:r>
            <w:proofErr w:type="spellEnd"/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(kg): _______ (______)   </w:t>
            </w:r>
          </w:p>
          <w:p w:rsidR="00202F5E" w:rsidRPr="00186C22" w:rsidRDefault="00202F5E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 w:rsidR="00E90959" w:rsidRPr="00186C22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SEX: FEMALE                            </w:t>
            </w:r>
          </w:p>
          <w:p w:rsidR="00202F5E" w:rsidRPr="00186C22" w:rsidRDefault="00202F5E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186C22">
              <w:rPr>
                <w:rFonts w:ascii="Courier New" w:hAnsi="Courier New" w:cs="Courier New"/>
                <w:sz w:val="18"/>
                <w:szCs w:val="18"/>
              </w:rPr>
              <w:t>CrCL</w:t>
            </w:r>
            <w:proofErr w:type="spellEnd"/>
            <w:r w:rsidRPr="00186C22">
              <w:rPr>
                <w:rFonts w:ascii="Courier New" w:hAnsi="Courier New" w:cs="Courier New"/>
                <w:sz w:val="18"/>
                <w:szCs w:val="18"/>
              </w:rPr>
              <w:t>: &lt;Not Found</w:t>
            </w:r>
            <w:r w:rsidR="0095548D">
              <w:rPr>
                <w:rFonts w:ascii="Courier New" w:hAnsi="Courier New" w:cs="Courier New"/>
                <w:sz w:val="18"/>
                <w:szCs w:val="18"/>
              </w:rPr>
              <w:t xml:space="preserve">&gt;                           </w:t>
            </w: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BSA (m2): _______ </w:t>
            </w:r>
          </w:p>
          <w:p w:rsidR="00202F5E" w:rsidRPr="00186C22" w:rsidRDefault="00202F5E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                                    </w:t>
            </w:r>
          </w:p>
          <w:p w:rsidR="00202F5E" w:rsidRPr="00186C22" w:rsidRDefault="00E90959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 w:rsidR="00202F5E" w:rsidRPr="00186C22">
              <w:rPr>
                <w:rFonts w:ascii="Courier New" w:hAnsi="Courier New" w:cs="Courier New"/>
                <w:sz w:val="18"/>
                <w:szCs w:val="18"/>
              </w:rPr>
              <w:t xml:space="preserve">Site #: 983(CHYSHR TEST LAB)                                           </w:t>
            </w:r>
          </w:p>
          <w:p w:rsidR="00202F5E" w:rsidRPr="00186C22" w:rsidRDefault="00E90959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 w:rsidR="00202F5E" w:rsidRPr="00186C22">
              <w:rPr>
                <w:rFonts w:ascii="Courier New" w:hAnsi="Courier New" w:cs="Courier New"/>
                <w:sz w:val="18"/>
                <w:szCs w:val="18"/>
              </w:rPr>
              <w:t xml:space="preserve">Rx #: 10000340                                                       </w:t>
            </w:r>
          </w:p>
          <w:p w:rsidR="00202F5E" w:rsidRPr="00186C22" w:rsidRDefault="00E90959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 w:rsidR="00202F5E" w:rsidRPr="00186C22">
              <w:rPr>
                <w:rFonts w:ascii="Courier New" w:hAnsi="Courier New" w:cs="Courier New"/>
                <w:sz w:val="18"/>
                <w:szCs w:val="18"/>
              </w:rPr>
              <w:t xml:space="preserve">Drug Name: AMPICILLIN 250MG CAP                                           </w:t>
            </w:r>
          </w:p>
          <w:p w:rsidR="00202F5E" w:rsidRPr="00186C22" w:rsidRDefault="00202F5E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proofErr w:type="spellStart"/>
            <w:r w:rsidRPr="00186C22">
              <w:rPr>
                <w:rFonts w:ascii="Courier New" w:hAnsi="Courier New" w:cs="Courier New"/>
                <w:sz w:val="18"/>
                <w:szCs w:val="18"/>
              </w:rPr>
              <w:t>Days</w:t>
            </w:r>
            <w:proofErr w:type="spellEnd"/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 Supply: 30                                                             </w:t>
            </w:r>
          </w:p>
          <w:p w:rsidR="00202F5E" w:rsidRPr="00186C22" w:rsidRDefault="00E90959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 w:rsidR="00202F5E" w:rsidRPr="00186C22">
              <w:rPr>
                <w:rFonts w:ascii="Courier New" w:hAnsi="Courier New" w:cs="Courier New"/>
                <w:sz w:val="18"/>
                <w:szCs w:val="18"/>
              </w:rPr>
              <w:t xml:space="preserve">Quantity: 30                                                             </w:t>
            </w:r>
          </w:p>
          <w:p w:rsidR="00202F5E" w:rsidRPr="00186C22" w:rsidRDefault="00743931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 w:rsidR="00202F5E" w:rsidRPr="00186C22">
              <w:rPr>
                <w:rFonts w:ascii="Courier New" w:hAnsi="Courier New" w:cs="Courier New"/>
                <w:sz w:val="18"/>
                <w:szCs w:val="18"/>
              </w:rPr>
              <w:t xml:space="preserve">Refills: 8                                                              </w:t>
            </w:r>
          </w:p>
          <w:p w:rsidR="00202F5E" w:rsidRPr="00186C22" w:rsidRDefault="00202F5E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Expiration Date: 01/20/18                                                       </w:t>
            </w:r>
          </w:p>
          <w:p w:rsidR="00202F5E" w:rsidRPr="00186C22" w:rsidRDefault="00743931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I</w:t>
            </w:r>
            <w:r w:rsidR="00202F5E" w:rsidRPr="00186C22">
              <w:rPr>
                <w:rFonts w:ascii="Courier New" w:hAnsi="Courier New" w:cs="Courier New"/>
                <w:sz w:val="18"/>
                <w:szCs w:val="18"/>
              </w:rPr>
              <w:t xml:space="preserve">ssue Date: 01/19/17                                                       </w:t>
            </w:r>
          </w:p>
          <w:p w:rsidR="00202F5E" w:rsidRPr="00186C22" w:rsidRDefault="00743931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 w:rsidR="00202F5E" w:rsidRPr="00186C22">
              <w:rPr>
                <w:rFonts w:ascii="Courier New" w:hAnsi="Courier New" w:cs="Courier New"/>
                <w:sz w:val="18"/>
                <w:szCs w:val="18"/>
              </w:rPr>
              <w:t xml:space="preserve">Stop Date: 01/20/18                                                       </w:t>
            </w:r>
          </w:p>
          <w:p w:rsidR="00202F5E" w:rsidRPr="00186C22" w:rsidRDefault="00202F5E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 Last Fill Date: 08/03/17                                                       </w:t>
            </w:r>
          </w:p>
          <w:p w:rsidR="00202F5E" w:rsidRPr="00186C22" w:rsidRDefault="00743931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 w:rsidR="00202F5E" w:rsidRPr="00186C22">
              <w:rPr>
                <w:rFonts w:ascii="Courier New" w:hAnsi="Courier New" w:cs="Courier New"/>
                <w:sz w:val="18"/>
                <w:szCs w:val="18"/>
              </w:rPr>
              <w:t xml:space="preserve">Sig: TAKE ONE CAPSULE BY MOUTH EVERY MORNING                        </w:t>
            </w:r>
          </w:p>
          <w:p w:rsidR="00202F5E" w:rsidRPr="00186C22" w:rsidRDefault="00202F5E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  <w:p w:rsidR="00202F5E" w:rsidRPr="00186C22" w:rsidRDefault="00202F5E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186C22">
              <w:rPr>
                <w:rFonts w:ascii="Courier New" w:hAnsi="Courier New" w:cs="Courier New"/>
                <w:sz w:val="18"/>
                <w:szCs w:val="18"/>
              </w:rPr>
              <w:t>Enter ??</w:t>
            </w:r>
            <w:proofErr w:type="gramEnd"/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 for more actions                                             </w:t>
            </w:r>
          </w:p>
          <w:p w:rsidR="00C106AD" w:rsidRDefault="00743931" w:rsidP="00202F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RF  </w:t>
            </w:r>
            <w:r w:rsidR="00202F5E" w:rsidRPr="00186C22">
              <w:rPr>
                <w:rFonts w:ascii="Courier New" w:hAnsi="Courier New" w:cs="Courier New"/>
                <w:sz w:val="18"/>
                <w:szCs w:val="18"/>
              </w:rPr>
              <w:t>Refill Rx from Another VA Pharmacy PR   Partial</w:t>
            </w:r>
          </w:p>
        </w:tc>
        <w:tc>
          <w:tcPr>
            <w:tcW w:w="381" w:type="pct"/>
            <w:vMerge/>
            <w:shd w:val="clear" w:color="auto" w:fill="auto"/>
          </w:tcPr>
          <w:p w:rsidR="00C106AD" w:rsidRPr="00457F69" w:rsidRDefault="00C106A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106AD" w:rsidRPr="00457F69" w:rsidRDefault="00C106A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3F46" w:rsidRPr="00457F69" w:rsidTr="00113F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113F46" w:rsidRPr="00457F69" w:rsidRDefault="000B2426" w:rsidP="000B2426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43.</w:t>
            </w:r>
          </w:p>
        </w:tc>
        <w:tc>
          <w:tcPr>
            <w:tcW w:w="3867" w:type="pct"/>
            <w:shd w:val="clear" w:color="auto" w:fill="auto"/>
          </w:tcPr>
          <w:p w:rsidR="00113F46" w:rsidRDefault="00113F46" w:rsidP="007566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40381E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113F46" w:rsidRPr="00457F69" w:rsidRDefault="00113F4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113F46" w:rsidRPr="00457F69" w:rsidRDefault="00113F4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3F46" w:rsidRPr="00457F69" w:rsidTr="00113F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113F46" w:rsidRPr="00457F69" w:rsidRDefault="00113F46" w:rsidP="00113F46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113F46" w:rsidRPr="00186C22" w:rsidRDefault="00113F46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Select </w:t>
            </w:r>
            <w:proofErr w:type="spellStart"/>
            <w:r w:rsidRPr="00186C22">
              <w:rPr>
                <w:rFonts w:ascii="Courier New" w:hAnsi="Courier New" w:cs="Courier New"/>
                <w:sz w:val="18"/>
                <w:szCs w:val="18"/>
              </w:rPr>
              <w:t>Action:Quit</w:t>
            </w:r>
            <w:proofErr w:type="spellEnd"/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// RF   Refill Rx from Another VA Pharmacy </w:t>
            </w:r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CHOOSE REFILL  </w:t>
            </w:r>
          </w:p>
          <w:p w:rsidR="00113F46" w:rsidRPr="00457F69" w:rsidRDefault="00113F46" w:rsidP="00113F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vMerge/>
            <w:shd w:val="clear" w:color="auto" w:fill="auto"/>
          </w:tcPr>
          <w:p w:rsidR="00113F46" w:rsidRPr="00457F69" w:rsidRDefault="00113F4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113F46" w:rsidRPr="00457F69" w:rsidRDefault="00113F4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3F46" w:rsidRPr="00457F69" w:rsidTr="00113F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113F46" w:rsidRPr="00457F69" w:rsidRDefault="00113F46" w:rsidP="00113F46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113F46" w:rsidRDefault="00113F46" w:rsidP="007566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113F46" w:rsidRPr="00457F69" w:rsidRDefault="00113F4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113F46" w:rsidRPr="00457F69" w:rsidRDefault="00113F4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3F46" w:rsidRPr="00457F69" w:rsidTr="00113F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113F46" w:rsidRPr="00457F69" w:rsidRDefault="00113F46" w:rsidP="00113F46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113F46" w:rsidRPr="00186C22" w:rsidRDefault="00113F46" w:rsidP="00113F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>Remote site drug name: AMPICILLIN 250MG CAP</w:t>
            </w:r>
          </w:p>
          <w:p w:rsidR="00113F46" w:rsidRPr="00186C22" w:rsidRDefault="00113F46" w:rsidP="00113F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>Matching Drug Found for Dispensing: AMPICILLIN 250MG CAP</w:t>
            </w:r>
          </w:p>
          <w:p w:rsidR="00113F46" w:rsidRDefault="00113F46" w:rsidP="0075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vMerge/>
            <w:shd w:val="clear" w:color="auto" w:fill="auto"/>
          </w:tcPr>
          <w:p w:rsidR="00113F46" w:rsidRPr="00457F69" w:rsidRDefault="00113F4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113F46" w:rsidRPr="00457F69" w:rsidRDefault="00113F46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3F46" w:rsidRPr="00457F69" w:rsidTr="00113F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113F46" w:rsidRPr="00457F69" w:rsidRDefault="000B2426" w:rsidP="000B2426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44.</w:t>
            </w:r>
          </w:p>
        </w:tc>
        <w:tc>
          <w:tcPr>
            <w:tcW w:w="3867" w:type="pct"/>
            <w:shd w:val="clear" w:color="auto" w:fill="auto"/>
          </w:tcPr>
          <w:p w:rsidR="00113F46" w:rsidRDefault="00113F46" w:rsidP="00CD45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40381E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113F46" w:rsidRPr="00457F69" w:rsidRDefault="00113F4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 w:val="restart"/>
            <w:shd w:val="clear" w:color="auto" w:fill="auto"/>
          </w:tcPr>
          <w:p w:rsidR="00113F46" w:rsidRPr="00457F69" w:rsidRDefault="00113F46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900EC" w:rsidRPr="00457F69" w:rsidTr="00E900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900EC" w:rsidRPr="00457F69" w:rsidRDefault="00E900EC" w:rsidP="00113F46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E900EC" w:rsidRPr="00186C22" w:rsidRDefault="00E900EC" w:rsidP="00CD4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>Would you like to use the system matched drug for this</w:t>
            </w:r>
          </w:p>
          <w:p w:rsidR="00E900EC" w:rsidRDefault="00E900EC" w:rsidP="00E90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86C22">
              <w:rPr>
                <w:rFonts w:ascii="Courier New" w:hAnsi="Courier New" w:cs="Courier New"/>
                <w:sz w:val="18"/>
                <w:szCs w:val="18"/>
              </w:rPr>
              <w:t>refill/partial</w:t>
            </w:r>
            <w:proofErr w:type="gramEnd"/>
            <w:r w:rsidRPr="00186C22">
              <w:rPr>
                <w:rFonts w:ascii="Courier New" w:hAnsi="Courier New" w:cs="Courier New"/>
                <w:sz w:val="18"/>
                <w:szCs w:val="18"/>
              </w:rPr>
              <w:t xml:space="preserve"> fill? NO// YES </w:t>
            </w:r>
            <w:r w:rsidRPr="00186C22">
              <w:rPr>
                <w:rFonts w:ascii="Courier New" w:hAnsi="Courier New" w:cs="Courier New"/>
                <w:sz w:val="18"/>
                <w:szCs w:val="18"/>
              </w:rPr>
              <w:t> IF THERE IS NO LOCAL MATCHING DRUG, YOU WILL NOT BE ABLE TO REFILL THIS PRESCRIPTION AND WILL NEED TO LOCATE A NEW ONE.</w:t>
            </w:r>
          </w:p>
        </w:tc>
        <w:tc>
          <w:tcPr>
            <w:tcW w:w="381" w:type="pct"/>
            <w:vMerge/>
            <w:shd w:val="clear" w:color="auto" w:fill="auto"/>
          </w:tcPr>
          <w:p w:rsidR="00E900EC" w:rsidRPr="00457F69" w:rsidRDefault="00E900E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900EC" w:rsidRPr="00457F69" w:rsidRDefault="00E900E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00EC" w:rsidRPr="00457F69" w:rsidTr="00E900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900EC" w:rsidRPr="00457F69" w:rsidRDefault="00E900EC" w:rsidP="00113F46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E900EC" w:rsidRDefault="00E900EC" w:rsidP="00CD45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900EC" w:rsidRPr="00457F69" w:rsidRDefault="00E900E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900EC" w:rsidRPr="00457F69" w:rsidRDefault="00E900E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900EC" w:rsidRPr="00457F69" w:rsidTr="00E900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900EC" w:rsidRPr="00457F69" w:rsidRDefault="00E900EC" w:rsidP="00113F46">
            <w:pPr>
              <w:pStyle w:val="ListNumber"/>
              <w:numPr>
                <w:ilvl w:val="0"/>
                <w:numId w:val="0"/>
              </w:numPr>
              <w:ind w:left="450"/>
            </w:pPr>
          </w:p>
        </w:tc>
        <w:tc>
          <w:tcPr>
            <w:tcW w:w="3867" w:type="pct"/>
            <w:shd w:val="clear" w:color="auto" w:fill="auto"/>
          </w:tcPr>
          <w:p w:rsidR="00E900EC" w:rsidRPr="00186C22" w:rsidRDefault="00E900EC" w:rsidP="00E90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>Processing refill request. Please be patient as it may take a moment</w:t>
            </w:r>
            <w:r w:rsidR="00E74E11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186C22">
              <w:rPr>
                <w:rFonts w:ascii="Courier New" w:hAnsi="Courier New" w:cs="Courier New"/>
                <w:sz w:val="18"/>
                <w:szCs w:val="18"/>
              </w:rPr>
              <w:t>for the host site to respond and generate your label data...</w:t>
            </w:r>
          </w:p>
          <w:p w:rsidR="00E900EC" w:rsidRPr="00186C22" w:rsidRDefault="00E900EC" w:rsidP="00E90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  <w:p w:rsidR="00E900EC" w:rsidRPr="00186C22" w:rsidRDefault="00E900EC" w:rsidP="00E90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sz w:val="18"/>
                <w:szCs w:val="18"/>
              </w:rPr>
              <w:t>Unable to complete transaction.</w:t>
            </w:r>
          </w:p>
          <w:p w:rsidR="00E900EC" w:rsidRPr="00186C22" w:rsidRDefault="00E900EC" w:rsidP="00E90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</w:p>
          <w:p w:rsidR="00E900EC" w:rsidRPr="00236A3D" w:rsidRDefault="00E900EC" w:rsidP="00E90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236A3D">
              <w:rPr>
                <w:rFonts w:ascii="Courier New" w:hAnsi="Courier New" w:cs="Courier New"/>
                <w:b/>
                <w:sz w:val="18"/>
                <w:szCs w:val="18"/>
              </w:rPr>
              <w:t>Cannot refill Rx# 10000340.</w:t>
            </w:r>
          </w:p>
          <w:p w:rsidR="00E900EC" w:rsidRPr="00186C22" w:rsidRDefault="00E900EC" w:rsidP="00E90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236A3D">
              <w:rPr>
                <w:rFonts w:ascii="Courier New" w:hAnsi="Courier New" w:cs="Courier New"/>
                <w:b/>
                <w:sz w:val="18"/>
                <w:szCs w:val="18"/>
              </w:rPr>
              <w:t>Next possible fill date is 8/23/2017</w:t>
            </w:r>
          </w:p>
          <w:p w:rsidR="00E900EC" w:rsidRPr="00186C22" w:rsidRDefault="00E900EC" w:rsidP="00E900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186C22">
              <w:rPr>
                <w:rFonts w:ascii="Courier New" w:hAnsi="Courier New" w:cs="Courier New"/>
                <w:b/>
                <w:sz w:val="18"/>
                <w:szCs w:val="18"/>
              </w:rPr>
              <w:t>Press RETURN to continue:</w:t>
            </w:r>
          </w:p>
          <w:p w:rsidR="00E900EC" w:rsidRDefault="00E900EC" w:rsidP="00CD4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vMerge/>
            <w:shd w:val="clear" w:color="auto" w:fill="auto"/>
          </w:tcPr>
          <w:p w:rsidR="00E900EC" w:rsidRPr="00457F69" w:rsidRDefault="00E900E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900EC" w:rsidRPr="00457F69" w:rsidRDefault="00E900E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7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5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309" w:rsidRDefault="00680309" w:rsidP="00856B83">
      <w:pPr>
        <w:spacing w:after="0" w:line="240" w:lineRule="auto"/>
      </w:pPr>
      <w:r>
        <w:separator/>
      </w:r>
    </w:p>
  </w:endnote>
  <w:endnote w:type="continuationSeparator" w:id="0">
    <w:p w:rsidR="00680309" w:rsidRDefault="00680309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5C" w:rsidRPr="00A01591" w:rsidRDefault="00D21F5C" w:rsidP="00146CAA">
    <w:pPr>
      <w:pStyle w:val="Subtitle"/>
      <w:jc w:val="left"/>
      <w:rPr>
        <w:rFonts w:asciiTheme="majorHAnsi" w:hAnsiTheme="majorHAnsi" w:cstheme="majorHAnsi"/>
        <w:sz w:val="20"/>
        <w:szCs w:val="20"/>
      </w:rPr>
    </w:pPr>
    <w:r w:rsidRPr="00A01591">
      <w:rPr>
        <w:rFonts w:asciiTheme="majorHAnsi" w:hAnsiTheme="majorHAnsi" w:cstheme="majorHAnsi"/>
        <w:sz w:val="20"/>
        <w:szCs w:val="20"/>
      </w:rPr>
      <w:t>CAS Test Case</w:t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tab/>
    </w:r>
    <w:r w:rsidRPr="00A01591">
      <w:rPr>
        <w:rFonts w:asciiTheme="majorHAnsi" w:hAnsiTheme="majorHAnsi" w:cstheme="majorHAnsi"/>
        <w:sz w:val="20"/>
        <w:szCs w:val="20"/>
      </w:rPr>
      <w:fldChar w:fldCharType="begin"/>
    </w:r>
    <w:r w:rsidRPr="00A01591">
      <w:rPr>
        <w:rFonts w:asciiTheme="majorHAnsi" w:hAnsiTheme="majorHAnsi" w:cstheme="majorHAnsi"/>
        <w:sz w:val="20"/>
        <w:szCs w:val="20"/>
      </w:rPr>
      <w:instrText xml:space="preserve"> PAGE   \* MERGEFORMAT </w:instrText>
    </w:r>
    <w:r w:rsidRPr="00A01591">
      <w:rPr>
        <w:rFonts w:asciiTheme="majorHAnsi" w:hAnsiTheme="majorHAnsi" w:cstheme="majorHAnsi"/>
        <w:sz w:val="20"/>
        <w:szCs w:val="20"/>
      </w:rPr>
      <w:fldChar w:fldCharType="separate"/>
    </w:r>
    <w:r w:rsidR="00AF4B8F">
      <w:rPr>
        <w:rFonts w:asciiTheme="majorHAnsi" w:hAnsiTheme="majorHAnsi" w:cstheme="majorHAnsi"/>
        <w:noProof/>
        <w:sz w:val="20"/>
        <w:szCs w:val="20"/>
      </w:rPr>
      <w:t>i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</w:r>
    <w:r w:rsidRPr="00A01591">
      <w:rPr>
        <w:rFonts w:asciiTheme="majorHAnsi" w:hAnsiTheme="majorHAnsi" w:cstheme="majorHAnsi"/>
        <w:noProof/>
        <w:sz w:val="20"/>
        <w:szCs w:val="20"/>
      </w:rPr>
      <w:tab/>
      <w:t>August</w:t>
    </w:r>
    <w:r w:rsidRPr="00A01591">
      <w:rPr>
        <w:rFonts w:asciiTheme="majorHAnsi" w:hAnsiTheme="majorHAnsi" w:cstheme="majorHAnsi"/>
        <w:noProof/>
        <w:sz w:val="20"/>
        <w:szCs w:val="20"/>
      </w:rPr>
      <w:fldChar w:fldCharType="begin"/>
    </w:r>
    <w:r w:rsidRPr="00A01591">
      <w:rPr>
        <w:rFonts w:asciiTheme="majorHAnsi" w:hAnsiTheme="majorHAnsi" w:cstheme="majorHAnsi"/>
        <w:noProof/>
        <w:sz w:val="20"/>
        <w:szCs w:val="20"/>
      </w:rPr>
      <w:instrText xml:space="preserve"> REF PubDate \h  \* MERGEFORMAT </w:instrText>
    </w:r>
    <w:r w:rsidRPr="00A01591">
      <w:rPr>
        <w:rFonts w:asciiTheme="majorHAnsi" w:hAnsiTheme="majorHAnsi" w:cstheme="majorHAnsi"/>
        <w:noProof/>
        <w:sz w:val="20"/>
        <w:szCs w:val="20"/>
      </w:rPr>
    </w:r>
    <w:r w:rsidRPr="00A01591">
      <w:rPr>
        <w:rFonts w:asciiTheme="majorHAnsi" w:hAnsiTheme="majorHAnsi" w:cstheme="majorHAnsi"/>
        <w:noProof/>
        <w:sz w:val="20"/>
        <w:szCs w:val="20"/>
      </w:rPr>
      <w:fldChar w:fldCharType="separate"/>
    </w:r>
    <w:r w:rsidRPr="00A01591">
      <w:rPr>
        <w:rFonts w:asciiTheme="majorHAnsi" w:hAnsiTheme="majorHAnsi" w:cstheme="majorHAnsi"/>
        <w:sz w:val="20"/>
        <w:szCs w:val="20"/>
      </w:rPr>
      <w:t xml:space="preserve"> 2017</w:t>
    </w:r>
  </w:p>
  <w:p w:rsidR="00D21F5C" w:rsidRDefault="00D21F5C">
    <w:pPr>
      <w:pStyle w:val="Footer"/>
    </w:pPr>
    <w:r w:rsidRPr="00A01591">
      <w:rPr>
        <w:rFonts w:asciiTheme="majorHAnsi" w:hAnsiTheme="majorHAnsi" w:cstheme="majorHAnsi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5C" w:rsidRPr="00A01591" w:rsidRDefault="00D21F5C" w:rsidP="000A042F">
    <w:pPr>
      <w:pStyle w:val="Subtitle"/>
      <w:jc w:val="left"/>
      <w:rPr>
        <w:rFonts w:cs="Arial"/>
        <w:sz w:val="20"/>
        <w:szCs w:val="20"/>
      </w:rPr>
    </w:pPr>
    <w:r w:rsidRPr="00A01591">
      <w:rPr>
        <w:rFonts w:cs="Arial"/>
        <w:sz w:val="20"/>
        <w:szCs w:val="20"/>
      </w:rPr>
      <w:t xml:space="preserve">CAS Test Case </w:t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tab/>
    </w:r>
    <w:r w:rsidRPr="00A01591">
      <w:rPr>
        <w:rFonts w:cs="Arial"/>
        <w:sz w:val="20"/>
        <w:szCs w:val="20"/>
      </w:rPr>
      <w:fldChar w:fldCharType="begin"/>
    </w:r>
    <w:r w:rsidRPr="00A01591">
      <w:rPr>
        <w:rFonts w:cs="Arial"/>
        <w:sz w:val="20"/>
        <w:szCs w:val="20"/>
      </w:rPr>
      <w:instrText xml:space="preserve"> PAGE   \* MERGEFORMAT </w:instrText>
    </w:r>
    <w:r w:rsidRPr="00A01591">
      <w:rPr>
        <w:rFonts w:cs="Arial"/>
        <w:sz w:val="20"/>
        <w:szCs w:val="20"/>
      </w:rPr>
      <w:fldChar w:fldCharType="separate"/>
    </w:r>
    <w:r w:rsidR="00AF4B8F">
      <w:rPr>
        <w:rFonts w:cs="Arial"/>
        <w:noProof/>
        <w:sz w:val="20"/>
        <w:szCs w:val="20"/>
      </w:rPr>
      <w:t>1</w:t>
    </w:r>
    <w:r w:rsidRPr="00A01591">
      <w:rPr>
        <w:rFonts w:cs="Arial"/>
        <w:noProof/>
        <w:sz w:val="20"/>
        <w:szCs w:val="20"/>
      </w:rPr>
      <w:fldChar w:fldCharType="end"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</w:r>
    <w:r w:rsidRPr="00A01591">
      <w:rPr>
        <w:rFonts w:cs="Arial"/>
        <w:noProof/>
        <w:sz w:val="20"/>
        <w:szCs w:val="20"/>
      </w:rPr>
      <w:tab/>
      <w:t>August</w:t>
    </w:r>
    <w:r w:rsidRPr="00A01591">
      <w:rPr>
        <w:rFonts w:cs="Arial"/>
        <w:noProof/>
        <w:sz w:val="20"/>
        <w:szCs w:val="20"/>
      </w:rPr>
      <w:fldChar w:fldCharType="begin"/>
    </w:r>
    <w:r w:rsidRPr="00A01591">
      <w:rPr>
        <w:rFonts w:cs="Arial"/>
        <w:noProof/>
        <w:sz w:val="20"/>
        <w:szCs w:val="20"/>
      </w:rPr>
      <w:instrText xml:space="preserve"> REF PubDate \h  \* MERGEFORMAT </w:instrText>
    </w:r>
    <w:r w:rsidRPr="00A01591">
      <w:rPr>
        <w:rFonts w:cs="Arial"/>
        <w:noProof/>
        <w:sz w:val="20"/>
        <w:szCs w:val="20"/>
      </w:rPr>
    </w:r>
    <w:r w:rsidRPr="00A01591">
      <w:rPr>
        <w:rFonts w:cs="Arial"/>
        <w:noProof/>
        <w:sz w:val="20"/>
        <w:szCs w:val="20"/>
      </w:rPr>
      <w:fldChar w:fldCharType="separate"/>
    </w:r>
    <w:r w:rsidRPr="00A01591">
      <w:rPr>
        <w:rFonts w:cs="Arial"/>
        <w:sz w:val="20"/>
        <w:szCs w:val="20"/>
      </w:rPr>
      <w:t xml:space="preserve"> 2017</w:t>
    </w:r>
  </w:p>
  <w:p w:rsidR="00D21F5C" w:rsidRPr="000E1F13" w:rsidRDefault="00D21F5C">
    <w:pPr>
      <w:pStyle w:val="Footer"/>
      <w:rPr>
        <w:rFonts w:asciiTheme="majorHAnsi" w:hAnsiTheme="majorHAnsi" w:cstheme="majorHAnsi"/>
      </w:rPr>
    </w:pPr>
    <w:r w:rsidRPr="00A01591">
      <w:rPr>
        <w:rFonts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309" w:rsidRDefault="00680309" w:rsidP="00856B83">
      <w:pPr>
        <w:spacing w:after="0" w:line="240" w:lineRule="auto"/>
      </w:pPr>
      <w:r>
        <w:separator/>
      </w:r>
    </w:p>
  </w:footnote>
  <w:footnote w:type="continuationSeparator" w:id="0">
    <w:p w:rsidR="00680309" w:rsidRDefault="00680309" w:rsidP="00856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7"/>
  </w:num>
  <w:num w:numId="14">
    <w:abstractNumId w:val="14"/>
  </w:num>
  <w:num w:numId="15">
    <w:abstractNumId w:val="11"/>
  </w:num>
  <w:num w:numId="16">
    <w:abstractNumId w:val="13"/>
  </w:num>
  <w:num w:numId="17">
    <w:abstractNumId w:val="15"/>
  </w:num>
  <w:num w:numId="18">
    <w:abstractNumId w:val="10"/>
  </w:num>
  <w:num w:numId="19">
    <w:abstractNumId w:val="8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201B3"/>
    <w:rsid w:val="00023C63"/>
    <w:rsid w:val="00024CDA"/>
    <w:rsid w:val="000505C7"/>
    <w:rsid w:val="00067430"/>
    <w:rsid w:val="00070E8A"/>
    <w:rsid w:val="00090B61"/>
    <w:rsid w:val="0009679E"/>
    <w:rsid w:val="000A042F"/>
    <w:rsid w:val="000B2426"/>
    <w:rsid w:val="000B31A7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44527"/>
    <w:rsid w:val="00146CAA"/>
    <w:rsid w:val="00186C22"/>
    <w:rsid w:val="00190BAE"/>
    <w:rsid w:val="00193F7E"/>
    <w:rsid w:val="00195ED1"/>
    <w:rsid w:val="001C4894"/>
    <w:rsid w:val="001D0085"/>
    <w:rsid w:val="001D1ED4"/>
    <w:rsid w:val="001D3247"/>
    <w:rsid w:val="001D3359"/>
    <w:rsid w:val="00202F5E"/>
    <w:rsid w:val="002156B2"/>
    <w:rsid w:val="002351AB"/>
    <w:rsid w:val="00236A3D"/>
    <w:rsid w:val="00264710"/>
    <w:rsid w:val="002657AC"/>
    <w:rsid w:val="002666BE"/>
    <w:rsid w:val="002A03B5"/>
    <w:rsid w:val="002A1175"/>
    <w:rsid w:val="002B2208"/>
    <w:rsid w:val="002E6920"/>
    <w:rsid w:val="002E7B46"/>
    <w:rsid w:val="002F7C70"/>
    <w:rsid w:val="00306721"/>
    <w:rsid w:val="0032039B"/>
    <w:rsid w:val="00327614"/>
    <w:rsid w:val="00350E7E"/>
    <w:rsid w:val="0038065E"/>
    <w:rsid w:val="0039199A"/>
    <w:rsid w:val="00393E15"/>
    <w:rsid w:val="003A5A3A"/>
    <w:rsid w:val="003B5D58"/>
    <w:rsid w:val="003C13DF"/>
    <w:rsid w:val="003C6B51"/>
    <w:rsid w:val="003E19BB"/>
    <w:rsid w:val="003F5B94"/>
    <w:rsid w:val="0040381E"/>
    <w:rsid w:val="0041073F"/>
    <w:rsid w:val="00434712"/>
    <w:rsid w:val="00437A98"/>
    <w:rsid w:val="00441315"/>
    <w:rsid w:val="00443D17"/>
    <w:rsid w:val="00457F69"/>
    <w:rsid w:val="0048031B"/>
    <w:rsid w:val="004806CC"/>
    <w:rsid w:val="00511CE6"/>
    <w:rsid w:val="00514CB2"/>
    <w:rsid w:val="00530692"/>
    <w:rsid w:val="005462D7"/>
    <w:rsid w:val="00557A19"/>
    <w:rsid w:val="005612C0"/>
    <w:rsid w:val="00570185"/>
    <w:rsid w:val="0057304B"/>
    <w:rsid w:val="005768B4"/>
    <w:rsid w:val="005815EE"/>
    <w:rsid w:val="005843CD"/>
    <w:rsid w:val="00586A95"/>
    <w:rsid w:val="00596D78"/>
    <w:rsid w:val="005B3C0D"/>
    <w:rsid w:val="005C714A"/>
    <w:rsid w:val="005E2B16"/>
    <w:rsid w:val="005E525B"/>
    <w:rsid w:val="00601879"/>
    <w:rsid w:val="006131A6"/>
    <w:rsid w:val="00613E48"/>
    <w:rsid w:val="006406DC"/>
    <w:rsid w:val="00665245"/>
    <w:rsid w:val="0066795A"/>
    <w:rsid w:val="00672BDC"/>
    <w:rsid w:val="00680309"/>
    <w:rsid w:val="00687CD2"/>
    <w:rsid w:val="006A5447"/>
    <w:rsid w:val="006B3BF3"/>
    <w:rsid w:val="006C57BB"/>
    <w:rsid w:val="006C6119"/>
    <w:rsid w:val="007276FE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976FD"/>
    <w:rsid w:val="007A16CE"/>
    <w:rsid w:val="007B313B"/>
    <w:rsid w:val="007B348F"/>
    <w:rsid w:val="007D7F53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61FD"/>
    <w:rsid w:val="008543A8"/>
    <w:rsid w:val="00856B83"/>
    <w:rsid w:val="00874BBB"/>
    <w:rsid w:val="00884A55"/>
    <w:rsid w:val="0095548D"/>
    <w:rsid w:val="00983B3F"/>
    <w:rsid w:val="009C601D"/>
    <w:rsid w:val="009F2978"/>
    <w:rsid w:val="009F6B1C"/>
    <w:rsid w:val="00A01591"/>
    <w:rsid w:val="00A22E60"/>
    <w:rsid w:val="00A5122D"/>
    <w:rsid w:val="00A5188E"/>
    <w:rsid w:val="00A557B9"/>
    <w:rsid w:val="00A70C8C"/>
    <w:rsid w:val="00A75D4F"/>
    <w:rsid w:val="00A81B58"/>
    <w:rsid w:val="00A95DE2"/>
    <w:rsid w:val="00AA025E"/>
    <w:rsid w:val="00AB5E58"/>
    <w:rsid w:val="00AD48AB"/>
    <w:rsid w:val="00AE0D4A"/>
    <w:rsid w:val="00AF2C21"/>
    <w:rsid w:val="00AF4B8F"/>
    <w:rsid w:val="00B267AC"/>
    <w:rsid w:val="00B50F40"/>
    <w:rsid w:val="00B5483C"/>
    <w:rsid w:val="00B6286A"/>
    <w:rsid w:val="00B719B4"/>
    <w:rsid w:val="00B72006"/>
    <w:rsid w:val="00BC6289"/>
    <w:rsid w:val="00BC6295"/>
    <w:rsid w:val="00BE14F8"/>
    <w:rsid w:val="00BF434C"/>
    <w:rsid w:val="00BF7635"/>
    <w:rsid w:val="00C106AD"/>
    <w:rsid w:val="00C31A76"/>
    <w:rsid w:val="00C3401A"/>
    <w:rsid w:val="00C4199A"/>
    <w:rsid w:val="00C42907"/>
    <w:rsid w:val="00C46329"/>
    <w:rsid w:val="00C53A06"/>
    <w:rsid w:val="00C57B21"/>
    <w:rsid w:val="00C72523"/>
    <w:rsid w:val="00C80FD5"/>
    <w:rsid w:val="00C84170"/>
    <w:rsid w:val="00C85163"/>
    <w:rsid w:val="00CA3D6E"/>
    <w:rsid w:val="00CC3D8F"/>
    <w:rsid w:val="00CD4582"/>
    <w:rsid w:val="00CE5513"/>
    <w:rsid w:val="00CF34C2"/>
    <w:rsid w:val="00D0011F"/>
    <w:rsid w:val="00D2114B"/>
    <w:rsid w:val="00D21F5C"/>
    <w:rsid w:val="00D373DA"/>
    <w:rsid w:val="00D515DC"/>
    <w:rsid w:val="00D623CB"/>
    <w:rsid w:val="00D70935"/>
    <w:rsid w:val="00D76F3F"/>
    <w:rsid w:val="00D83A34"/>
    <w:rsid w:val="00DA6A6D"/>
    <w:rsid w:val="00DC3219"/>
    <w:rsid w:val="00DC6C34"/>
    <w:rsid w:val="00DF0702"/>
    <w:rsid w:val="00DF3357"/>
    <w:rsid w:val="00E15739"/>
    <w:rsid w:val="00E25188"/>
    <w:rsid w:val="00E52DDB"/>
    <w:rsid w:val="00E61D0A"/>
    <w:rsid w:val="00E74E11"/>
    <w:rsid w:val="00E75098"/>
    <w:rsid w:val="00E900EC"/>
    <w:rsid w:val="00E90959"/>
    <w:rsid w:val="00EB4B73"/>
    <w:rsid w:val="00EC74EA"/>
    <w:rsid w:val="00EE6EFD"/>
    <w:rsid w:val="00EE72D8"/>
    <w:rsid w:val="00EF0B45"/>
    <w:rsid w:val="00EF40FE"/>
    <w:rsid w:val="00F11397"/>
    <w:rsid w:val="00F16735"/>
    <w:rsid w:val="00F22652"/>
    <w:rsid w:val="00F24B75"/>
    <w:rsid w:val="00F356C4"/>
    <w:rsid w:val="00F40374"/>
    <w:rsid w:val="00F53E89"/>
    <w:rsid w:val="00F96199"/>
    <w:rsid w:val="00F974D5"/>
    <w:rsid w:val="00FA4C8F"/>
    <w:rsid w:val="00FA5037"/>
    <w:rsid w:val="00FA67A9"/>
    <w:rsid w:val="00FB6EA5"/>
    <w:rsid w:val="00FB78AB"/>
    <w:rsid w:val="00FC4C86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S_Project\Documents\TEST\TestCas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c10853a-ab03-422f-986c-c3e75186d4d9">ZNAUD33T34AC-428-104</_dlc_DocId>
    <_dlc_DocIdUrl xmlns="fc10853a-ab03-422f-986c-c3e75186d4d9">
      <Url>https://vaww.portal2.va.gov/sites/fss/Vista-AA/_layouts/DocIdRedir.aspx?ID=ZNAUD33T34AC-428-104</Url>
      <Description>ZNAUD33T34AC-428-104</Description>
    </_dlc_DocIdUrl>
    <Owner xmlns="bbc9d6c8-2042-4188-ae6f-844073ccc4ad">
      <UserInfo>
        <DisplayName>DVA\vacokleinf</DisplayName>
        <AccountId>18149</AccountId>
        <AccountType/>
      </UserInfo>
    </Owner>
    <Artifact_x0020_Type xmlns="bbc9d6c8-2042-4188-ae6f-844073ccc4ad">Template</Artifact_x0020_Type>
    <_ResourceType xmlns="http://schemas.microsoft.com/sharepoint/v3/fields">Team</_ResourceType>
    <Application xmlns="bbc9d6c8-2042-4188-ae6f-844073ccc4ad">
      <Value>BMS</Value>
      <Value>NUMI</Value>
      <Value>Cohort Extractors</Value>
      <Value>EFR</Value>
      <Value>HAIISS/PHSR</Value>
      <Value>MSSR</Value>
      <Value>TBI Registry</Value>
    </Application>
    <Task xmlns="bbc9d6c8-2042-4188-ae6f-844073ccc4ad">
      <Value>Standardization</Value>
      <Value>Testing</Value>
    </Task>
    <Rational_x003f_ xmlns="bbc9d6c8-2042-4188-ae6f-844073ccc4a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45AB1244A19A4686CD3639E5AF3F8F" ma:contentTypeVersion="7" ma:contentTypeDescription="Create a new document." ma:contentTypeScope="" ma:versionID="0f0005ef7a315cf4fe2d363fb5c57144">
  <xsd:schema xmlns:xsd="http://www.w3.org/2001/XMLSchema" xmlns:xs="http://www.w3.org/2001/XMLSchema" xmlns:p="http://schemas.microsoft.com/office/2006/metadata/properties" xmlns:ns2="fc10853a-ab03-422f-986c-c3e75186d4d9" xmlns:ns3="bbc9d6c8-2042-4188-ae6f-844073ccc4ad" xmlns:ns4="http://schemas.microsoft.com/sharepoint/v3/fields" targetNamespace="http://schemas.microsoft.com/office/2006/metadata/properties" ma:root="true" ma:fieldsID="2cc2fd427b357cc012ea6eca6824aca0" ns2:_="" ns3:_="" ns4:_="">
    <xsd:import namespace="fc10853a-ab03-422f-986c-c3e75186d4d9"/>
    <xsd:import namespace="bbc9d6c8-2042-4188-ae6f-844073ccc4ad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pplication" minOccurs="0"/>
                <xsd:element ref="ns3:Task" minOccurs="0"/>
                <xsd:element ref="ns3:Owner" minOccurs="0"/>
                <xsd:element ref="ns4:_ResourceType" minOccurs="0"/>
                <xsd:element ref="ns3:Rational_x003f_" minOccurs="0"/>
                <xsd:element ref="ns3:Artifact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0853a-ab03-422f-986c-c3e75186d4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d6c8-2042-4188-ae6f-844073ccc4ad" elementFormDefault="qualified">
    <xsd:import namespace="http://schemas.microsoft.com/office/2006/documentManagement/types"/>
    <xsd:import namespace="http://schemas.microsoft.com/office/infopath/2007/PartnerControls"/>
    <xsd:element name="Application" ma:index="11" nillable="true" ma:displayName="App/Service/Middleware" ma:internalName="Applic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S"/>
                    <xsd:enumeration value="BMS"/>
                    <xsd:enumeration value="Cohort Extractors"/>
                    <xsd:enumeration value="EFR"/>
                    <xsd:enumeration value="HAIISS/PHSR"/>
                    <xsd:enumeration value="IAM"/>
                    <xsd:enumeration value="MDWS"/>
                    <xsd:enumeration value="MSSR"/>
                    <xsd:enumeration value="NUMI"/>
                    <xsd:enumeration value="SSO"/>
                    <xsd:enumeration value="TBI Registry"/>
                    <xsd:enumeration value="VIA"/>
                    <xsd:enumeration value="VistA"/>
                  </xsd:restriction>
                </xsd:simpleType>
              </xsd:element>
            </xsd:sequence>
          </xsd:extension>
        </xsd:complexContent>
      </xsd:complexType>
    </xsd:element>
    <xsd:element name="Task" ma:index="12" nillable="true" ma:displayName="Task" ma:internalName="Tas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"/>
                    <xsd:enumeration value="Configuration"/>
                    <xsd:enumeration value="Deployment"/>
                    <xsd:enumeration value="Development"/>
                    <xsd:enumeration value="IOC"/>
                    <xsd:enumeration value="Migration"/>
                    <xsd:enumeration value="Project Management"/>
                    <xsd:enumeration value="Remediation"/>
                    <xsd:enumeration value="Requirements"/>
                    <xsd:enumeration value="SCA"/>
                    <xsd:enumeration value="Standardization"/>
                    <xsd:enumeration value="Testing"/>
                  </xsd:restriction>
                </xsd:simpleType>
              </xsd:element>
            </xsd:sequence>
          </xsd:extension>
        </xsd:complexContent>
      </xsd:complexType>
    </xsd:element>
    <xsd:element name="Owner" ma:index="13" nillable="true" ma:displayName="Owner" ma:list="UserInfo" ma:SharePointGroup="0" ma:internalName="Own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onal_x003f_" ma:index="15" nillable="true" ma:displayName="Rational?" ma:internalName="Rational_x003f_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osted"/>
                  </xsd:restriction>
                </xsd:simpleType>
              </xsd:element>
            </xsd:sequence>
          </xsd:extension>
        </xsd:complexContent>
      </xsd:complexType>
    </xsd:element>
    <xsd:element name="Artifact_x0020_Type" ma:index="16" nillable="true" ma:displayName="Artifact Type" ma:format="Dropdown" ma:internalName="Artifact_x0020_Type">
      <xsd:simpleType>
        <xsd:restriction base="dms:Choice">
          <xsd:enumeration value="Assessment"/>
          <xsd:enumeration value="BRD"/>
          <xsd:enumeration value="Checklist"/>
          <xsd:enumeration value="Defect log"/>
          <xsd:enumeration value="Diagram"/>
          <xsd:enumeration value="Guide"/>
          <xsd:enumeration value="ICD"/>
          <xsd:enumeration value="Minutes"/>
          <xsd:enumeration value="Plan"/>
          <xsd:enumeration value="POM"/>
          <xsd:enumeration value="Presentation"/>
          <xsd:enumeration value="PWS"/>
          <xsd:enumeration value="Report"/>
          <xsd:enumeration value="Request"/>
          <xsd:enumeration value="RSD"/>
          <xsd:enumeration value="RTM"/>
          <xsd:enumeration value="SDD"/>
          <xsd:enumeration value="Template"/>
          <xsd:enumeration value="Test Case"/>
          <xsd:enumeration value="Use Case/Story"/>
          <xsd:enumeration value="User Guide"/>
          <xsd:enumeration value="VD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ResourceType" ma:index="14" nillable="true" ma:displayName="Resource Type" ma:description="A set of categories, functions, genres or aggregation levels" ma:format="Dropdown" ma:internalName="_ResourceType">
      <xsd:simpleType>
        <xsd:restriction base="dms:Choice">
          <xsd:enumeration value="Background"/>
          <xsd:enumeration value="Deliverable"/>
          <xsd:enumeration value="Team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9A26A-BD80-4377-A89C-B3F5C80565E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44358AE-39EF-4D9B-A0FB-437BF112B3B6}">
  <ds:schemaRefs>
    <ds:schemaRef ds:uri="http://schemas.microsoft.com/office/2006/metadata/properties"/>
    <ds:schemaRef ds:uri="http://schemas.microsoft.com/office/infopath/2007/PartnerControls"/>
    <ds:schemaRef ds:uri="fc10853a-ab03-422f-986c-c3e75186d4d9"/>
    <ds:schemaRef ds:uri="bbc9d6c8-2042-4188-ae6f-844073ccc4ad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B70B62F4-3560-4C14-AFF8-F2E77B9284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B23CA0-DEDD-4BCA-88D1-84B6BFE95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10853a-ab03-422f-986c-c3e75186d4d9"/>
    <ds:schemaRef ds:uri="bbc9d6c8-2042-4188-ae6f-844073ccc4ad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C3AC404-DD74-47DF-A871-A9656EED3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TestCases</Template>
  <TotalTime>121</TotalTime>
  <Pages>16</Pages>
  <Words>3225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VAE Test Cases</vt:lpstr>
    </vt:vector>
  </TitlesOfParts>
  <Company>Dept. of Veterans Affairs</Company>
  <LinksUpToDate>false</LinksUpToDate>
  <CharactersWithSpaces>21571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VAE Test Cases</dc:title>
  <dc:creator>McGovern, Joseph (Technatomy)</dc:creator>
  <cp:lastModifiedBy>McGovern, Joseph (Technatomy)</cp:lastModifiedBy>
  <cp:revision>73</cp:revision>
  <dcterms:created xsi:type="dcterms:W3CDTF">2017-08-04T14:35:00Z</dcterms:created>
  <dcterms:modified xsi:type="dcterms:W3CDTF">2017-10-02T02:08:00Z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a3fa83c3-2898-4d9d-861c-0553f1f1bd4b</vt:lpwstr>
  </property>
  <property fmtid="{D5CDD505-2E9C-101B-9397-08002B2CF9AE}" pid="3" name="ContentTypeId">
    <vt:lpwstr>0x0101003B45AB1244A19A4686CD3639E5AF3F8F</vt:lpwstr>
  </property>
</Properties>
</file>